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0D" w:rsidRDefault="001A290D" w:rsidP="001A290D">
      <w:pPr>
        <w:bidi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8C1198" w:rsidRPr="005D3147" w:rsidRDefault="00607C90" w:rsidP="001A290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5D314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ایران: زایش یک انقلاب مدرن و جدید</w:t>
      </w:r>
    </w:p>
    <w:p w:rsidR="000B1595" w:rsidRPr="000B1595" w:rsidRDefault="000B1595" w:rsidP="0059572A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دارد عم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قا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درون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جوشد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آتشفشان 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دارد برا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خلاص شدن از شر شر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رتر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قرن از اعماق فوران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امروز بدون ذره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اغراق 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مردم جامعه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نباشد و به آ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در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مردان و زنان سالخورده و بازنشسته بلندگو به دست روزها و هفته ها در سرما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زمستان در صفوف هزاران نفره در کف خ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شعار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راهپ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به اختلاس ها و حقوقها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نجوم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در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کارگر در سطح شهر با صلابت راهپ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سرود </w:t>
      </w:r>
      <w:r w:rsidR="00BF60F2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بار ستم نم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زندگ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BF60F2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فر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زند. کودکان ١٤ و ١٥ ساله با روشن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بحث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 استدلال محکم حاکم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ناحق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مشت مفتخور را 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سوال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کشند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معلم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مفتخور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شعار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"نما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٦٠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معلم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"، زنان و دختران قوان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عهد عت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را مدام به مصاف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مدتهاست که 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جامعه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ساکت باشد. 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جامعه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نباشد. 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مردم جامعه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معترض و حق طلب و آزاد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نباشد. چند نمونه از شعارها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مشترک کف خ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ساله را نگاه کن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"حقوق 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نجوم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فلاکت عموم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"، "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منزلت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حق مسلم ماست"، "زندان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 با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گردد". "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اختلاس کم بشه مشکل ما حل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"، "نما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٦٠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معلم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"، "سفره ما خال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ه،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پز شما عال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"، "مرگ بر 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کتاتور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". به بق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شعارها که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و ضد حکومت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است مثل مرگ بر خامنه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حکومت اس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لام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فعلا کار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نداشته باش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هم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چند شعار اصل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 گذشته بارها و بارها در اعتراضات اجتماع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تکرار شده و فر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زده شده، آ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عمق آگاه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ست؟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</w:p>
    <w:p w:rsidR="000B1595" w:rsidRPr="000B1595" w:rsidRDefault="000B1595" w:rsidP="0059572A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مردم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بحق جمهور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تحم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اشغالگر، ناحق، مرتجع، وصله ناجور و باند مرتجع و عقب مانده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با 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چسب و سر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مدرن و آگاه امروز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چسبد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با هزار ارگان سرکوب خودرا سرپا نگه داشته است. اما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ذره حقان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ندارد. منفور است. منزو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از دن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امروز قرنها عقب است. و بطور قطع با انقلاب جد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سرنگون خواهد شد.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همه کس در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دارد فر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آخوند و حزب الله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خواهر 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نب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قاض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مرتجع منفورتر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مسخره تر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موجودت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هستند که زن و مرد و پ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وجوان در همه جا دارند آنها را مسخره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="0059572A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اما مردم ساده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فقط از آخوند متنفر باشند. کل جماعت مفتخور سرما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با ثروتها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باد آورده پروار شده و دارد در ثروت غلت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منفور است. مردم با مبارزات و شعارها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عدالت اجتماع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برابر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جتماع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مناسبات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مدرن و انسان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فر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شعارها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هرروزه مردم بروشن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منزلت و احترام و رفاه و آزاد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رفع تبع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ضات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حقوق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اجتماع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فقط با رفتن آخوند بدست نم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هستند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مرتجع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تصور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را به کنار زدن آخوندها و رو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 آوردن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دزد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چپاولگر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مدرن تر فر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ب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دهند. ما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اشتباه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ما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خودرا به نفهم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اگر خودشان نم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امتحان کنند. </w:t>
      </w:r>
    </w:p>
    <w:p w:rsidR="000B1595" w:rsidRPr="000B1595" w:rsidRDefault="000B1595" w:rsidP="0059572A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رسانه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بستر اصل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امثال رضا پهلو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مجاهد و ش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عباد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را بفروشند.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تلاشها برا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پوچ است. مردم آگاه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خلاص شدن از شر جمهور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lastRenderedPageBreak/>
        <w:t>اسلام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حتما امروز از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استها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رقابتها و تلاشها استقبال و استفاده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اما در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ستگاه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شاه و "اسلام دموکرات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" و سرما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کلاچ و حقوق بشر قلاب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توقف نم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بگذار اپوز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راست و رسانه 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غرب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دن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ما کمون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ستها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حاش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کنند. اما ما تا هم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نجا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 خودرا کرده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هم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چند شعار که اشاره کردم و وس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عا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جامعه جا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ودرا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باز کرده تمام حرف ما کمون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ستها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ما اعلام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اساسا 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جز هم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کارگران و مردم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امروز بروشن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حت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اگر ما امروز بفرض به ته صف رانده شو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چراغ خاموش حرکت کن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حت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ساکت شو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در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ستگاه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سرم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عقب مانده امروز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امثال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متوقف نخواهد شد. چه کس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باور کند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نکند حرف ما و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 دارد در جلو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نما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کمون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زبان قابل فهم 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جز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دزد و مفتخور بالا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 جامعه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تاز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نکند، دزد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اختلاس 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زندگ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را تباه نکند، تک تک مردم منزلت و رفاه داشته باشند، اعدام و زندان و زندان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نداشته باشد، تبع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ض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مل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جنس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 شده باشد، آزاد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قانون باشد، مذهب در زندگ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دخالت نکند و اعدام و قصاص برا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شود و امن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ارامش و درمان 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و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اموزش شامل همه باشد. هر انسان کمون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برابر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طلب و آزاد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قا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خوشحال باشد که مردم هرروز دارند هم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را با شعارها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خ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ابانها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</w:p>
    <w:p w:rsidR="000B1595" w:rsidRPr="000B1595" w:rsidRDefault="000B1595" w:rsidP="0059572A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جمهور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عقب مانده و کث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جنا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تکار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چپاولگر است. در نقطه مقابل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کث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ف،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 قابل توجه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مردم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عا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آگاه و انسان دوست و مدرن و سکولار و آزاد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هستند. ترد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نبا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 که در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مدرن، امروز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انسان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عم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نه فقط حکومت چپاولگر و منفور و عقب مانده جمهور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بدون 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آ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نزد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جارو خواهد کرد، بلکه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تحول جامعه از سرنگون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جمهور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فراتر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مدرن و پ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شرو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انسان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را عم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قا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شخم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به سطح تحولات تک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نولوژ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دوره کنون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رساند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آنکه من وشما تصور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جلو م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>.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اوضاع بس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شورانگ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ه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آفر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نه فقط آ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بلکه آ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منطقه متاثر از تحولات پ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شرو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بود. با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استقبال چن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تحول انسان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ز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رفت.</w:t>
      </w:r>
    </w:p>
    <w:p w:rsidR="000B1595" w:rsidRPr="000B1595" w:rsidRDefault="000B1595" w:rsidP="000B159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کاظم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کخواه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١٣ ژانو</w:t>
      </w:r>
      <w:r w:rsidRPr="000B159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B159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0B159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٢٠١٨</w:t>
      </w:r>
    </w:p>
    <w:p w:rsidR="00CC43E7" w:rsidRDefault="00CC43E7" w:rsidP="00CC43E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A32FF1" w:rsidRPr="008C1198" w:rsidRDefault="00A32FF1" w:rsidP="00A32FF1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bookmarkStart w:id="0" w:name="_GoBack"/>
      <w:bookmarkEnd w:id="0"/>
    </w:p>
    <w:sectPr w:rsidR="00A32FF1" w:rsidRPr="008C1198" w:rsidSect="007D5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07C90"/>
    <w:rsid w:val="000B1595"/>
    <w:rsid w:val="000D3EBF"/>
    <w:rsid w:val="000F1804"/>
    <w:rsid w:val="001A290D"/>
    <w:rsid w:val="002811DF"/>
    <w:rsid w:val="00380642"/>
    <w:rsid w:val="0059572A"/>
    <w:rsid w:val="005D3147"/>
    <w:rsid w:val="00607C90"/>
    <w:rsid w:val="0063408D"/>
    <w:rsid w:val="00651BFE"/>
    <w:rsid w:val="00654B40"/>
    <w:rsid w:val="006E0F0F"/>
    <w:rsid w:val="007A5E9F"/>
    <w:rsid w:val="007D5E19"/>
    <w:rsid w:val="008310BC"/>
    <w:rsid w:val="008C1198"/>
    <w:rsid w:val="009F66B7"/>
    <w:rsid w:val="00A32FF1"/>
    <w:rsid w:val="00A53EC3"/>
    <w:rsid w:val="00BF2056"/>
    <w:rsid w:val="00BF60F2"/>
    <w:rsid w:val="00C7595E"/>
    <w:rsid w:val="00CC43E7"/>
    <w:rsid w:val="00D354C0"/>
    <w:rsid w:val="00EE7437"/>
    <w:rsid w:val="00FA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08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223</TotalTime>
  <Pages>2</Pages>
  <Words>787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17</cp:revision>
  <dcterms:created xsi:type="dcterms:W3CDTF">2018-01-13T05:25:00Z</dcterms:created>
  <dcterms:modified xsi:type="dcterms:W3CDTF">2018-01-19T07:24:00Z</dcterms:modified>
</cp:coreProperties>
</file>