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14" w:rsidRPr="002915A6" w:rsidRDefault="00C62F14" w:rsidP="00E04E9A">
      <w:pPr>
        <w:jc w:val="right"/>
        <w:rPr>
          <w:color w:val="000000" w:themeColor="text1"/>
          <w:lang w:bidi="fa-IR"/>
        </w:rPr>
      </w:pPr>
      <w:bookmarkStart w:id="0" w:name="_GoBack"/>
      <w:bookmarkEnd w:id="0"/>
      <w:r w:rsidRPr="002915A6">
        <w:rPr>
          <w:rFonts w:hint="cs"/>
          <w:color w:val="000000" w:themeColor="text1"/>
          <w:rtl/>
          <w:lang w:bidi="fa-IR"/>
        </w:rPr>
        <w:t>کاظم نیکخواه</w:t>
      </w:r>
    </w:p>
    <w:p w:rsidR="00C62F14" w:rsidRPr="002915A6" w:rsidRDefault="00C62F14" w:rsidP="002915A6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موشکی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صدایش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بعدا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می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>آید</w:t>
      </w:r>
      <w:r w:rsidRPr="002915A6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  <w:t>!</w:t>
      </w:r>
    </w:p>
    <w:p w:rsidR="00C62F14" w:rsidRPr="002915A6" w:rsidRDefault="00C62F14" w:rsidP="002915A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جنجال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بلندگوهای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داعش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نظر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مسخره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قول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حسین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شریعتمداری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نماینده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خامنه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روزنامه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کیهان،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سپاه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اسرائیل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عربستان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امریکا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داعش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همچنین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حسن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روحانی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رئیس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بدهد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قدرتمندیم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گزارشهایی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دولتها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منتشر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هفت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سپاه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پاسداران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شلیک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چندتا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اصلا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سوریه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نرسیده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عراق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مناطق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سقوط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فقط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منطقه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الزور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رسیده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منفجر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ژنرال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اسرائیلی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قدرتنمایی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معلوم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الله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!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خوشببختانه</w:t>
      </w:r>
      <w:r w:rsidR="002915A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خبری دال بر تلفات غیر نظامی نرسیده است.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بطور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واقعی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شلیک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توسط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سپاه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پاسداران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هدف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نظامی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جدی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اصابت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2915A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حتما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جانب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گروه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داعش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روسیه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منابع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متعدد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منطقه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حضور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دارند،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اخبار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اسناد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عکسهایی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تلفات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خسارات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منتشر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بجز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وابستگانش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کسی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نگفته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</w:t>
      </w:r>
    </w:p>
    <w:p w:rsidR="00C62F14" w:rsidRPr="002915A6" w:rsidRDefault="00C62F14" w:rsidP="002915A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روشن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میتوان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بدون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تردید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نظر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نظامی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کامل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حساب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هیچ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کدام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رقبای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مرعوب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قطعا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بویژه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جناح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خامنه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بازیچه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ماجرا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خوبی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روحیه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پایین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طرفها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جمله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جناح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روحانی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قدرقدرتی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سپاه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بگیر</w:t>
      </w:r>
      <w:r w:rsidR="00E6468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ماجرای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برباد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کذایی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دلیل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سپاه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بدون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تردید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دعواهای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پشت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حادتر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هشت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درگیر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گسترده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عالمه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امتیاز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دولتهایی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روسیه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هزینه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گزاف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شلیک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عادی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ندارد،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میتواند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رجز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دولتهایی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مقابلش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پایین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بیندازد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="00E6468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بقول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معروف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صدایش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فعلا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نشسته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بقول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هنرپیشه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فیلم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فارسی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"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!".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صدا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تبریک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جنجال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انداخته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هیچ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صدای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نرسد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</w:p>
    <w:p w:rsidR="00C62F14" w:rsidRPr="002915A6" w:rsidRDefault="00C62F14" w:rsidP="002915A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مساله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واقع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مخاطب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اصلی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سپاه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پاسداران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معلمان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جوانان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بازنشستگان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سیاستها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دزدیها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قوانین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مدام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مصاف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سرتاپای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کابوس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شورش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گرسنگان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فروبرده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نظر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رجزخوانی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عربده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کشی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اراذل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جنگی،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مرعوب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بردارند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واقع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هدف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اصلی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پاسداران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</w:p>
    <w:p w:rsidR="00C62F14" w:rsidRPr="002915A6" w:rsidRDefault="00C62F14" w:rsidP="002915A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بروشنی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میتوان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تقلایی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خورده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حمله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تروریستی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مجلس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خمینی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صورت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وسیعا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شایع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دلیل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ارزیابی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شاهدند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آشکارا 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ایجاد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تقلای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کنترل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اوضاع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عقب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راندن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بخشهای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مختلف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ارزیابی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عمومی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lastRenderedPageBreak/>
        <w:t>گویای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خوانده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جواب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تقلاها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گسترش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مبارزاتشان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خواهند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کسی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عیان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حملاتی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حیاتی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شکافهای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درونی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ترمیم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صباحی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سرپا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ریختگی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صفوف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بحران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عمیق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سیاسی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روشن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توانست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سازی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مرعوب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زیرا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عملا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ترس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وحشت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معترض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علنی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</w:p>
    <w:p w:rsidR="00C62F14" w:rsidRPr="002915A6" w:rsidRDefault="00C62F14" w:rsidP="002915A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جالب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روزها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اوج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عربده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کشیهای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ایم</w:t>
      </w:r>
      <w:r w:rsidR="00E6468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،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همچون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همیشه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مشغول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وقعی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تبلیغات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نگذاشتند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چندین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تجمع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اعتصاب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شهرها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مناطق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مختلف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صورت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نظیر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هفت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تپه،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اعتصاب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مخابرات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مشهد،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اعتصاب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تجمع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کارکنان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متروی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تهران،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تجمع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مالباختگان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کاسپین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امثال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اینها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فقط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نمونه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تعداد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بسیار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تحرکات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="002915A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همین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6468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روزهای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گذشته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قطعا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فعالتر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پیش</w:t>
      </w:r>
      <w:r w:rsidR="00E64686"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ادامه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یافت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</w:t>
      </w:r>
    </w:p>
    <w:p w:rsidR="008C1198" w:rsidRPr="002915A6" w:rsidRDefault="00C62F14" w:rsidP="002915A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دچار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بحران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سیاسی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اقتصادی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اسیر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نزاع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درونی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بالاترین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سطوح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رهبری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بحدی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بقول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نماینده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خامنه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ناچار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پیام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رئیس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موشک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پرانی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بدهد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جمهوری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منگنه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اعتراضات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وضعیت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لاعلاج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روشن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جناحهای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ماجراجویی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خاک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انداختن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رقابتهای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منطقه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کمکی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بکند،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تناقضات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متعدد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حکومت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اسلامی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تشدید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خواهد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چیزی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اکنون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نشانه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هایش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بوضوح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قابل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مشاهده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2915A6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2915A6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</w:t>
      </w:r>
    </w:p>
    <w:sectPr w:rsidR="008C1198" w:rsidRPr="002915A6" w:rsidSect="00B410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14"/>
    <w:rsid w:val="002915A6"/>
    <w:rsid w:val="00644087"/>
    <w:rsid w:val="008C1198"/>
    <w:rsid w:val="00B41022"/>
    <w:rsid w:val="00C62F14"/>
    <w:rsid w:val="00E04E9A"/>
    <w:rsid w:val="00E64686"/>
    <w:rsid w:val="00F5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2</Pages>
  <Words>690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Khalil</cp:lastModifiedBy>
  <cp:revision>3</cp:revision>
  <dcterms:created xsi:type="dcterms:W3CDTF">2017-06-22T12:41:00Z</dcterms:created>
  <dcterms:modified xsi:type="dcterms:W3CDTF">2017-06-22T12:42:00Z</dcterms:modified>
</cp:coreProperties>
</file>