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096" w:rsidRDefault="00194D3C" w:rsidP="001F209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کاظم نیکخواه</w:t>
      </w:r>
    </w:p>
    <w:p w:rsidR="00194D3C" w:rsidRPr="00194D3C" w:rsidRDefault="00194D3C" w:rsidP="00194D3C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در مورد انتخابات فرانسه</w:t>
      </w:r>
    </w:p>
    <w:p w:rsidR="00FC6BF4" w:rsidRDefault="00FC6BF4" w:rsidP="0002496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هیچ چیز بیش از</w:t>
      </w:r>
      <w:r w:rsidR="00194D3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وضعیت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انتخابات های مهم در کشورهای اصلی سرمایه داری نمیتواند بحران</w:t>
      </w:r>
      <w:r w:rsidR="000353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کنونی و پایه ای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نظام را جلوی چشم بگذارد. هر انتخاباتی در این ماهها و سالهای اخیر نشان میدهد که </w:t>
      </w:r>
      <w:r w:rsidR="00BB1B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این کشورها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جامعه بین چپ و راست بشدت قطبی شده است. این برخلاف آنچه ظاهر آن نشان میدهد بدان معنا نیست که نصف مردم نیروهای راست را میخواهند و نصف آنها چپ را. بلکه بیش از هرچیز نشان میدهد که اکثریت عظیم مردم از وضع موجود</w:t>
      </w:r>
      <w:r w:rsidR="001F209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بسیار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زده شده اند. و</w:t>
      </w:r>
      <w:r w:rsidR="00B77EE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جستجوی </w:t>
      </w:r>
      <w:r w:rsidR="001F2096">
        <w:rPr>
          <w:rFonts w:asciiTheme="majorBidi" w:hAnsiTheme="majorBidi" w:cstheme="majorBidi" w:hint="cs"/>
          <w:sz w:val="28"/>
          <w:szCs w:val="28"/>
          <w:rtl/>
          <w:lang w:bidi="fa-IR"/>
        </w:rPr>
        <w:t>خلاصی از این اوضاع</w:t>
      </w:r>
      <w:r w:rsidR="00B77EE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سردرگمی به سمت نیروهای غیر متعارف کشیده میشوند.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B77EEC" w:rsidRDefault="001E7CDA" w:rsidP="0002496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یکشنبه این هفته</w:t>
      </w:r>
      <w:r w:rsidR="000353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٢٣ آوریل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اولین دور انتخابات ریاست جمهوری فرانسه انجام خواهد شد و نتیجه آن بسیار مهم و حیاتی است. اگر هیچکدام از کاندیداها نتوانند حد نصاب لازم برای انتخاب شدن را در دور اول کسب کنند انتخابات به دور دوم کشیده خواهد شد و از میان دو نفر که بالاترین رای را آورده اند یکی انتخاب خواهد شد. </w:t>
      </w:r>
      <w:r w:rsidR="000A2D45">
        <w:rPr>
          <w:rFonts w:asciiTheme="majorBidi" w:hAnsiTheme="majorBidi" w:cstheme="majorBidi" w:hint="cs"/>
          <w:sz w:val="28"/>
          <w:szCs w:val="28"/>
          <w:rtl/>
          <w:lang w:bidi="fa-IR"/>
        </w:rPr>
        <w:t>ماههاست که انتخابات فرانسه موضوع بحث و نگرانی در سراسر دنیاست. جلو آمدن چهره فاشیست و کثیفی مثل مارین لوپن رهبر جبهه ملی فرانسه، نفسها را در سینه حبس کرده است. آیا در ادامه رویدادهای غیر منتظره و ناهنجاری مثل برگسیت در انگلیس و انتخاب ترامپ در آمریکا، خطر روی کار آمدن مارین لوپن</w:t>
      </w:r>
      <w:r w:rsidR="00D144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</w:t>
      </w:r>
      <w:r w:rsidR="00024964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D14461">
        <w:rPr>
          <w:rFonts w:asciiTheme="majorBidi" w:hAnsiTheme="majorBidi" w:cstheme="majorBidi" w:hint="cs"/>
          <w:sz w:val="28"/>
          <w:szCs w:val="28"/>
          <w:rtl/>
          <w:lang w:bidi="fa-IR"/>
        </w:rPr>
        <w:t>فرانسه</w:t>
      </w:r>
      <w:r w:rsidR="000A2D4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جدی تر نشده است؟ این سوالی است که تا ماههای اخیر بطور جدی مطرح بود</w:t>
      </w:r>
      <w:r w:rsidR="00D144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دنیا را در نگرانی غرق کرده بود</w:t>
      </w:r>
      <w:r w:rsidR="000A2D45">
        <w:rPr>
          <w:rFonts w:asciiTheme="majorBidi" w:hAnsiTheme="majorBidi" w:cstheme="majorBidi" w:hint="cs"/>
          <w:sz w:val="28"/>
          <w:szCs w:val="28"/>
          <w:rtl/>
          <w:lang w:bidi="fa-IR"/>
        </w:rPr>
        <w:t>. اما اکنون نظر سنجی ها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 پی در پی</w:t>
      </w:r>
      <w:r w:rsidR="000A2D4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میگوی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0A2D45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احتمال زیاد</w:t>
      </w:r>
      <w:r w:rsidR="00B77EE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لوپن گرچه به دور دوم راه خواهد یافت اما در دور دوم </w:t>
      </w:r>
      <w:r w:rsidR="00D144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قطعا </w:t>
      </w:r>
      <w:r w:rsidR="00B77EE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شکست خواهد خورد. </w:t>
      </w:r>
      <w:r w:rsidR="000A2D4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035355" w:rsidRDefault="00035355" w:rsidP="0002496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</w:t>
      </w:r>
      <w:r w:rsidR="00B77EE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تحول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قابل توجه دیگر در انتخابات فرانسه رشد آرای ژاک لوک ملانشون، کاندیدای چپ افراطی یعنی جبهه چپ و کمونیستهاست. او که خیلی دیر اعلام شرکت در انتخابات را کرد بسرعت</w:t>
      </w:r>
      <w:r w:rsidR="003A1E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محبوبیت بالایی</w:t>
      </w:r>
      <w:r w:rsidR="00F105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بویژه در میان جوانان</w:t>
      </w:r>
      <w:r w:rsidR="003A1E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برخوردار شده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</w:t>
      </w:r>
      <w:r w:rsidR="00B77EEC">
        <w:rPr>
          <w:rFonts w:asciiTheme="majorBidi" w:hAnsiTheme="majorBidi" w:cstheme="majorBidi" w:hint="cs"/>
          <w:sz w:val="28"/>
          <w:szCs w:val="28"/>
          <w:rtl/>
          <w:lang w:bidi="fa-IR"/>
        </w:rPr>
        <w:t>ردیف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چهارم و</w:t>
      </w:r>
      <w:r w:rsidR="00F105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بنا به برخی نظر سنجی ها به ردیف سوم </w:t>
      </w:r>
      <w:r w:rsidR="003A1E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صعود کرده است.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نظر سنجی ها حاکی از اینست که ملانشون حدود ٢٠ در صد رای خواهد آورد. </w:t>
      </w:r>
      <w:r w:rsidR="00F105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هنوز </w:t>
      </w:r>
      <w:r w:rsidR="00073B30">
        <w:rPr>
          <w:rFonts w:asciiTheme="majorBidi" w:hAnsiTheme="majorBidi" w:cstheme="majorBidi" w:hint="cs"/>
          <w:sz w:val="28"/>
          <w:szCs w:val="28"/>
          <w:rtl/>
          <w:lang w:bidi="fa-IR"/>
        </w:rPr>
        <w:t>٤٧</w:t>
      </w:r>
      <w:r w:rsidR="00F105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درصد مردم تصمیم نگرفته اند و طرفداران ملانشون امیدوارند که بتوانند در آخرین لحظه با استفاه از پلاتفرم مردمی و چپ ملانشون و استفاده</w:t>
      </w:r>
      <w:r w:rsidR="00073B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فعال</w:t>
      </w:r>
      <w:r w:rsidR="00F105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رسانه های اجتماعی </w:t>
      </w:r>
      <w:r w:rsidR="00073B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سهم مهمی از </w:t>
      </w:r>
      <w:r w:rsidR="00F10520">
        <w:rPr>
          <w:rFonts w:asciiTheme="majorBidi" w:hAnsiTheme="majorBidi" w:cstheme="majorBidi" w:hint="cs"/>
          <w:sz w:val="28"/>
          <w:szCs w:val="28"/>
          <w:rtl/>
          <w:lang w:bidi="fa-IR"/>
        </w:rPr>
        <w:t>آرای این بخش از مردم را جدب کنند</w:t>
      </w:r>
      <w:r w:rsidR="00194D3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ملانشون به پیروزی برسد. این با توجه به رشد سریع محبوبیت ملانشون</w:t>
      </w:r>
      <w:r w:rsidR="00024964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194D3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امری غیر ممکن نیست اما احتمال نسبتا ضعیفی است. </w:t>
      </w:r>
      <w:r w:rsidR="00F105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035355" w:rsidRDefault="00035355" w:rsidP="0002496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طبق آخرین نظر سنجی ها برای اول بار مارین لوپن که بالاترین رای را داشت به ردیف دوم سقوط کرده است و امانوئل ماکرون رقیب جوان او بالاترین رای را خواهد آورد. </w:t>
      </w:r>
      <w:r w:rsidR="00D144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اکنون رای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ماکرون نزدیک به ٢٣ درصد </w:t>
      </w:r>
      <w:r w:rsidR="00D144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برآورد میشود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مارین لوپن ٢٢ درصد و فرانسوا فیون ٢٠ درصد و ژاک لوک ملانشون کمی کمتر از ٢٠ درصد. </w:t>
      </w:r>
    </w:p>
    <w:p w:rsidR="00035355" w:rsidRDefault="00035355" w:rsidP="0002496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بنا به این نظر سنجی ها، در دور دوم که انتخابات بین دو نفر با بیشترین رای خواهد بود، ماکرون در برابر لوپن قرار خواهد گرفت و او را با ٦٤ درصد در برابر ٣٦ درصد شکست خواهد داد. </w:t>
      </w:r>
    </w:p>
    <w:p w:rsidR="00275D81" w:rsidRDefault="00275D81" w:rsidP="0002496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امانوئل ماکرون کسی است که او را به تونی بلر تشبیه میکنند. راستها ماکرون را چپ میخوانند و چپها او را راست میدانند. او که قبلا در دوره فرانسوا اولاند در دو دوره تا همین سال ٢٠١٦ وزیر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اقتصاد بوده است، اقدامات و رفرمهایی را به نفع صاحبان سرمایه به اجرا گذاشت که با اعتراضات وسیع کارگران مواجه گردید. </w:t>
      </w:r>
    </w:p>
    <w:p w:rsidR="00275D81" w:rsidRDefault="00275D81" w:rsidP="0002496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به</w:t>
      </w:r>
      <w:r w:rsidR="003A1E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ترتیب به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احتمال زیاد ماکرون در این انتخابات به یمن نفرت مردم از مارین لوپن به پیروزی خواهد رسید و جامعه فرانسه گرچه نفس راحتی از شکست لوپن خواهد کشید، اما بلافاصله در برابر اقدامات و سیاستهای ماکرون قطبی تر و بحرانی تر خواهد شد. </w:t>
      </w:r>
    </w:p>
    <w:p w:rsidR="000A2D45" w:rsidRPr="00024964" w:rsidRDefault="00275D81" w:rsidP="00024964">
      <w:pPr>
        <w:bidi/>
        <w:ind w:firstLine="227"/>
        <w:rPr>
          <w:rFonts w:asciiTheme="majorBidi" w:hAnsiTheme="majorBidi" w:cstheme="majorBidi"/>
          <w:sz w:val="28"/>
          <w:szCs w:val="28"/>
          <w:lang w:val="sv-SE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روشن است که انتخابات فرانسه</w:t>
      </w:r>
      <w:r w:rsidR="00255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هیچ انتخابات دیگری در کشورهای سرمایه داری بخودی خود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پاسخی برای سولات و خواستها و نارضایتی های اصلی مردم در بر </w:t>
      </w:r>
      <w:r w:rsidR="00255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نخواهد داشت. مستقل از اینکه کدامیک از کاندیداهای موجود به قدرت برسند، چشم اندازی برای تحولی مثبت و جدی در آینده جامعه از این انتخابات بیرون نخواهد آمد. </w:t>
      </w:r>
      <w:r w:rsidR="003A1E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نه راست و نه چپ موجود پاسخی به مسائل و سوالات اساسی مردم ندارند. </w:t>
      </w:r>
      <w:r w:rsidR="00255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بلکه پاسخ واقعی به خواستها و </w:t>
      </w:r>
      <w:r w:rsidR="00073B30">
        <w:rPr>
          <w:rFonts w:asciiTheme="majorBidi" w:hAnsiTheme="majorBidi" w:cstheme="majorBidi" w:hint="cs"/>
          <w:sz w:val="28"/>
          <w:szCs w:val="28"/>
          <w:rtl/>
          <w:lang w:bidi="fa-IR"/>
        </w:rPr>
        <w:t>مسائل</w:t>
      </w:r>
      <w:r w:rsidR="00255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73B30">
        <w:rPr>
          <w:rFonts w:asciiTheme="majorBidi" w:hAnsiTheme="majorBidi" w:cstheme="majorBidi" w:hint="cs"/>
          <w:sz w:val="28"/>
          <w:szCs w:val="28"/>
          <w:rtl/>
          <w:lang w:bidi="fa-IR"/>
        </w:rPr>
        <w:t>حیاتی</w:t>
      </w:r>
      <w:r w:rsidR="00255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نهایتا خارج از این انتخابات ها</w:t>
      </w:r>
      <w:r w:rsidR="003A1E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این نیروها</w:t>
      </w:r>
      <w:r w:rsidR="00255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برابر مردم قرار خواهد گرفت. یعنی مردمی که به انتخابات ها </w:t>
      </w:r>
      <w:r w:rsidR="003A1E0A">
        <w:rPr>
          <w:rFonts w:asciiTheme="majorBidi" w:hAnsiTheme="majorBidi" w:cstheme="majorBidi" w:hint="cs"/>
          <w:sz w:val="28"/>
          <w:szCs w:val="28"/>
          <w:rtl/>
          <w:lang w:bidi="fa-IR"/>
        </w:rPr>
        <w:t>امید</w:t>
      </w:r>
      <w:r w:rsidR="00255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 بندند و نا امید میشوند، ناچار </w:t>
      </w:r>
      <w:r w:rsidR="003A1E0A">
        <w:rPr>
          <w:rFonts w:asciiTheme="majorBidi" w:hAnsiTheme="majorBidi" w:cstheme="majorBidi" w:hint="cs"/>
          <w:sz w:val="28"/>
          <w:szCs w:val="28"/>
          <w:rtl/>
          <w:lang w:bidi="fa-IR"/>
        </w:rPr>
        <w:t>میگردند</w:t>
      </w:r>
      <w:r w:rsidR="00255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مسیر</w:t>
      </w:r>
      <w:r w:rsidR="003A1E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افق و نیروهای</w:t>
      </w:r>
      <w:r w:rsidR="00255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دیگری را برای دست یابی به امنیت و رفاه و شادی جستجو </w:t>
      </w:r>
      <w:r w:rsidR="003A1E0A">
        <w:rPr>
          <w:rFonts w:asciiTheme="majorBidi" w:hAnsiTheme="majorBidi" w:cstheme="majorBidi" w:hint="cs"/>
          <w:sz w:val="28"/>
          <w:szCs w:val="28"/>
          <w:rtl/>
          <w:lang w:bidi="fa-IR"/>
        </w:rPr>
        <w:t>کنند. زیرا وضع موجود قابل دوام نیست</w:t>
      </w:r>
      <w:r w:rsidR="00F105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نیروهایی را میطلبد که بطور جدی بخواهند و بتوانند دست به ریشه ببرند</w:t>
      </w:r>
      <w:r w:rsidR="003A1E0A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bookmarkStart w:id="0" w:name="_GoBack"/>
      <w:bookmarkEnd w:id="0"/>
    </w:p>
    <w:sectPr w:rsidR="000A2D45" w:rsidRPr="00024964" w:rsidSect="00B077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A2D45"/>
    <w:rsid w:val="00024964"/>
    <w:rsid w:val="00035355"/>
    <w:rsid w:val="00073B30"/>
    <w:rsid w:val="000A2D45"/>
    <w:rsid w:val="00194D3C"/>
    <w:rsid w:val="001E7CDA"/>
    <w:rsid w:val="001F2096"/>
    <w:rsid w:val="002558C8"/>
    <w:rsid w:val="00275D81"/>
    <w:rsid w:val="002A4349"/>
    <w:rsid w:val="003A1E0A"/>
    <w:rsid w:val="005B575F"/>
    <w:rsid w:val="00605A7D"/>
    <w:rsid w:val="008C1198"/>
    <w:rsid w:val="00B077C1"/>
    <w:rsid w:val="00B77EEC"/>
    <w:rsid w:val="00BB1BF8"/>
    <w:rsid w:val="00C54A4C"/>
    <w:rsid w:val="00D14461"/>
    <w:rsid w:val="00F10520"/>
    <w:rsid w:val="00FC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7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150</TotalTime>
  <Pages>2</Pages>
  <Words>598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8</cp:revision>
  <dcterms:created xsi:type="dcterms:W3CDTF">2017-04-19T17:24:00Z</dcterms:created>
  <dcterms:modified xsi:type="dcterms:W3CDTF">2017-04-20T21:51:00Z</dcterms:modified>
</cp:coreProperties>
</file>