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99C" w:rsidRDefault="0036799C" w:rsidP="0036799C">
      <w:pPr>
        <w:bidi/>
        <w:rPr>
          <w:rFonts w:ascii="Times New Roman" w:hAnsi="Times New Roman" w:cs="Times New Roman"/>
          <w:b/>
          <w:bCs/>
          <w:sz w:val="28"/>
          <w:szCs w:val="28"/>
          <w:rtl/>
          <w:lang w:bidi="fa-IR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کاظم نیکخواه</w:t>
      </w:r>
    </w:p>
    <w:p w:rsidR="007A3891" w:rsidRPr="002E2E25" w:rsidRDefault="007A3891" w:rsidP="0036799C">
      <w:pPr>
        <w:bidi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rtl/>
          <w:lang w:bidi="fa-IR"/>
        </w:rPr>
      </w:pPr>
      <w:r w:rsidRPr="002E2E25">
        <w:rPr>
          <w:rFonts w:ascii="Times New Roman" w:hAnsi="Times New Roman" w:cs="Times New Roman" w:hint="cs"/>
          <w:b/>
          <w:bCs/>
          <w:color w:val="000000" w:themeColor="text1"/>
          <w:sz w:val="28"/>
          <w:szCs w:val="28"/>
          <w:rtl/>
          <w:lang w:bidi="fa-IR"/>
        </w:rPr>
        <w:t>ما مردم راهی جز انقلاب نداریم</w:t>
      </w:r>
    </w:p>
    <w:p w:rsidR="00C16354" w:rsidRDefault="002E7BD2" w:rsidP="0036799C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یک سال دیگر از انقلاب ٥٧ گذشت. </w:t>
      </w:r>
      <w:r w:rsidR="005C7FED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مرتجعین و </w:t>
      </w:r>
      <w:r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مدافعان دیکتاتوری آریامهری </w:t>
      </w:r>
      <w:r w:rsidR="007A389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جمهوری خونبار اسلامی را جلوی چشممان میگذارند و به ما میگویند انقلاب علیه شاه اشتباه بود. </w:t>
      </w:r>
      <w:r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میگویند ما مییایست ساواک و یکه تازی دربار و زندان را قبول میکردیم. این نفرت انگیز است.</w:t>
      </w:r>
      <w:r w:rsidR="0036799C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 کسی که ذره ای شناخت از دیکتاتوری آریامهری داشته باشد فورا میفهمد چرا ما علیه این حکومت انقلاب کردیم و این انقلاب چه کار سترگ و عظیم و قهرمانانه ای بود.</w:t>
      </w:r>
      <w:r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026D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انقلاب ٥٧ خیزش</w:t>
      </w:r>
      <w:r w:rsidR="007A389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 ما</w:t>
      </w:r>
      <w:r w:rsidR="00A026D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 مردمی بود که دیکتاتوری و ساواک و گورستان آریامهری نمیخواست</w:t>
      </w:r>
      <w:r w:rsidR="007A389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یم. </w:t>
      </w:r>
      <w:r w:rsidR="00A026D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فقر و بی تامینی </w:t>
      </w:r>
      <w:r w:rsidR="007A389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نمیخواستیم</w:t>
      </w:r>
      <w:r w:rsidR="00A026D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. از یکه تازی درباری ها و</w:t>
      </w:r>
      <w:r w:rsidR="00DC0F23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 نیروهای مسلح و</w:t>
      </w:r>
      <w:r w:rsidR="00A026D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 پادوهای پهلوی به تنگ آمده </w:t>
      </w:r>
      <w:r w:rsidR="007A389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بودیم</w:t>
      </w:r>
      <w:r w:rsidR="00A026D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. از دستگیری و زندان و فساد </w:t>
      </w:r>
      <w:r w:rsidR="0036799C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افسار گسیخته </w:t>
      </w:r>
      <w:r w:rsidR="00A026D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و جنایت به تنگ آمده </w:t>
      </w:r>
      <w:r w:rsidR="007A389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بودیم</w:t>
      </w:r>
      <w:r w:rsidR="00A026D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7A389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ما حق داشتیم علیه درباریها و ساواک و سرمایه داران مفتخور انقلاب کنیم. ما</w:t>
      </w:r>
      <w:r w:rsidR="00A026D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 انقلاب </w:t>
      </w:r>
      <w:r w:rsidR="007A389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کردیم</w:t>
      </w:r>
      <w:r w:rsidR="0036799C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 تا بتوانیم نفس بکشیم. انقلاب کردیم تا </w:t>
      </w:r>
      <w:r w:rsidR="00A026D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آزادی سیاسی و رفاه </w:t>
      </w:r>
      <w:r w:rsidR="0036799C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را تجربه کنیم. تا ب</w:t>
      </w:r>
      <w:r w:rsidR="007A389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توانیم</w:t>
      </w:r>
      <w:r w:rsidR="00692EEE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 دهان باز </w:t>
      </w:r>
      <w:r w:rsidR="007A389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کنیم</w:t>
      </w:r>
      <w:r w:rsidR="00692EEE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، انتقاد </w:t>
      </w:r>
      <w:r w:rsidR="007A389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کنیم</w:t>
      </w:r>
      <w:r w:rsidR="00692EEE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، حرف </w:t>
      </w:r>
      <w:r w:rsidR="007A389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بزنیم</w:t>
      </w:r>
      <w:r w:rsidR="00692EEE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، تجمع </w:t>
      </w:r>
      <w:r w:rsidR="007A389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کنیم</w:t>
      </w:r>
      <w:r w:rsidR="00692EEE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، </w:t>
      </w:r>
      <w:r w:rsidR="00A026D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و تعرض و سرکوب را بالای سر خود نداشته </w:t>
      </w:r>
      <w:r w:rsidR="007A389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باشیم</w:t>
      </w:r>
      <w:r w:rsidR="00A026D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. انقلاب ٥٧ </w:t>
      </w:r>
      <w:r w:rsidR="007A389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ما </w:t>
      </w:r>
      <w:r w:rsidR="00A026D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نه اسلامی بود نه ضد ارزشهای جهانشمول انسانی.</w:t>
      </w:r>
      <w:r w:rsidR="00A4121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 برعکس ما </w:t>
      </w:r>
      <w:r w:rsidR="0036799C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مردم عمیقا </w:t>
      </w:r>
      <w:r w:rsidR="00A4121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میخواستیم به حقوق جهانشمول انسانی دست یابیم. ما </w:t>
      </w:r>
      <w:r w:rsidR="005C7FED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گوسفند و </w:t>
      </w:r>
      <w:r w:rsidR="00A4121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برده نبودیم که چوپان </w:t>
      </w:r>
      <w:r w:rsidR="005C7FED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و سگ </w:t>
      </w:r>
      <w:r w:rsidR="00A4121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بالای سر خود داشته باشیم.</w:t>
      </w:r>
      <w:r w:rsidR="00A026D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 انقلاب</w:t>
      </w:r>
      <w:r w:rsidR="005C7FED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 ما انقلاب</w:t>
      </w:r>
      <w:r w:rsidR="00A026D1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 xml:space="preserve"> آزادی و کرامت انسانی بود. این دولتهای </w:t>
      </w:r>
      <w:r w:rsidR="0036799C" w:rsidRPr="002E2E2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سرمایه داری و</w:t>
      </w:r>
      <w:r w:rsidR="0036799C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دموکرات </w:t>
      </w:r>
      <w:r w:rsidR="00A026D1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غربی بودند که برای پشیمان کردن </w:t>
      </w:r>
      <w:r w:rsidR="007A3891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ما </w:t>
      </w:r>
      <w:r w:rsidR="00A026D1">
        <w:rPr>
          <w:rFonts w:ascii="Times New Roman" w:hAnsi="Times New Roman" w:cs="Times New Roman" w:hint="cs"/>
          <w:sz w:val="28"/>
          <w:szCs w:val="28"/>
          <w:rtl/>
          <w:lang w:bidi="fa-IR"/>
        </w:rPr>
        <w:t>مردم از انقلاب</w:t>
      </w:r>
      <w:r w:rsidR="00DC0F23">
        <w:rPr>
          <w:rFonts w:ascii="Times New Roman" w:hAnsi="Times New Roman" w:cs="Times New Roman" w:hint="cs"/>
          <w:sz w:val="28"/>
          <w:szCs w:val="28"/>
          <w:rtl/>
          <w:lang w:bidi="fa-IR"/>
        </w:rPr>
        <w:t>، خمینی و</w:t>
      </w:r>
      <w:r w:rsidR="00A026D1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ارتجاع 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کپک زده </w:t>
      </w:r>
      <w:r w:rsidR="00A026D1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اسلامی را از گور بیرون کشیدند و با پول و 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پمپاژ تبلیغاتی </w:t>
      </w:r>
      <w:r w:rsidR="00A026D1">
        <w:rPr>
          <w:rFonts w:ascii="Times New Roman" w:hAnsi="Times New Roman" w:cs="Times New Roman" w:hint="cs"/>
          <w:sz w:val="28"/>
          <w:szCs w:val="28"/>
          <w:rtl/>
          <w:lang w:bidi="fa-IR"/>
        </w:rPr>
        <w:t>مداوم و پشتیبانی ارتش و نیروهای م</w:t>
      </w:r>
      <w:r w:rsidR="00DC0F23">
        <w:rPr>
          <w:rFonts w:ascii="Times New Roman" w:hAnsi="Times New Roman" w:cs="Times New Roman" w:hint="cs"/>
          <w:sz w:val="28"/>
          <w:szCs w:val="28"/>
          <w:rtl/>
          <w:lang w:bidi="fa-IR"/>
        </w:rPr>
        <w:t>سلح، بر انقلاب حاکم کردند تا انقلاب</w:t>
      </w:r>
      <w:r w:rsidR="007A3891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ما </w:t>
      </w:r>
      <w:r w:rsidR="00DC0F23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را به خون بکشند و </w:t>
      </w:r>
      <w:r w:rsidR="007A3891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ما </w:t>
      </w:r>
      <w:r w:rsidR="00DC0F23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کارگران و مردم انقلابی را از خواستهای خود عقب برانند. </w:t>
      </w:r>
    </w:p>
    <w:p w:rsidR="00DC0F23" w:rsidRPr="00C16354" w:rsidRDefault="00DC0F23" w:rsidP="0036799C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fa-IR"/>
        </w:rPr>
      </w:pP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اما 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ما مردم بازهم انقلاب میکنیم. برای </w:t>
      </w:r>
      <w:r w:rsidR="0036799C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دست یابی به حداقل زندگی انسانی 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راهی جز این نداریم.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سلطه خونین ارتجاع اسلامی</w:t>
      </w:r>
      <w:r w:rsidR="00692EEE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که یک دیکتاتوری خونین تر از پهلوی را بر </w:t>
      </w:r>
      <w:r w:rsidR="007A3891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جامعه ایران </w:t>
      </w:r>
      <w:r w:rsidR="00692EEE">
        <w:rPr>
          <w:rFonts w:ascii="Times New Roman" w:hAnsi="Times New Roman" w:cs="Times New Roman" w:hint="cs"/>
          <w:sz w:val="28"/>
          <w:szCs w:val="28"/>
          <w:rtl/>
          <w:lang w:bidi="fa-IR"/>
        </w:rPr>
        <w:t>حاکم کرد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>ه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، نه فقط</w:t>
      </w:r>
      <w:r w:rsidR="007A3891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ما را از انقلاب کردن پشیمان نکرده، نه فقط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شبح انقلاب 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برای آزادی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را 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از ذهن و اراده ما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کنار نزده، بلکه</w:t>
      </w:r>
      <w:r w:rsidR="0036799C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ما مردم را برای انقلاب کردن مصمم تر و آبدیده تر کرده است. مبارزه ما مردم با این حکومت ضد بشری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انقلابی عمیق تر، همه جانبه تر و آزادیخواهانه تر را در افق جامعه ایران قرار داده است. 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ما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بیش از سی سال 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است با این دیو خون آشام در مبارزه ایم.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تجربه مبارزه با جنایتکارانه ترین </w:t>
      </w:r>
      <w:r w:rsidR="00907E4C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نیروی تاریخ، 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ما </w:t>
      </w:r>
      <w:r w:rsidR="00907E4C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مردم ایران را آگاه تر و روشن تر و مصمم تر کرده است تا این بار انقلاب خود را </w:t>
      </w:r>
      <w:r w:rsidR="007554BF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عمیق تر و نقشه مندتر پیش 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>ببریم</w:t>
      </w:r>
      <w:r w:rsidR="007554BF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. 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ما </w:t>
      </w:r>
      <w:r w:rsidR="007554BF">
        <w:rPr>
          <w:rFonts w:ascii="Times New Roman" w:hAnsi="Times New Roman" w:cs="Times New Roman" w:hint="cs"/>
          <w:sz w:val="28"/>
          <w:szCs w:val="28"/>
          <w:rtl/>
          <w:lang w:bidi="fa-IR"/>
        </w:rPr>
        <w:t>مردم برای دست یابی به آزادی و اختیار و رفاه راهی جز انقلاب</w:t>
      </w:r>
      <w:r w:rsidR="00131AC4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کردن</w:t>
      </w:r>
      <w:r w:rsidR="007554BF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>نداریم</w:t>
      </w:r>
      <w:r w:rsidR="007554BF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و چه کسی بخواهد چه نخواهد 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اعلام میکنیم که نفس انسان بودن به ما میگوید که تا دست یابی به جامعه ای آزاد و برابر و مرفه و انسانی از عزم انقلاب کردن دست </w:t>
      </w:r>
      <w:r w:rsidR="0036799C">
        <w:rPr>
          <w:rFonts w:ascii="Times New Roman" w:hAnsi="Times New Roman" w:cs="Times New Roman" w:hint="cs"/>
          <w:sz w:val="28"/>
          <w:szCs w:val="28"/>
          <w:rtl/>
          <w:lang w:bidi="fa-IR"/>
        </w:rPr>
        <w:t>نخواهیم شست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. </w:t>
      </w:r>
      <w:r w:rsidR="007554BF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انقلاب </w:t>
      </w:r>
      <w:r w:rsidR="005C7FED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ما کارگران و مردم </w:t>
      </w:r>
      <w:r w:rsidR="007554BF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علیه دیکتاتوری اسلامی در راه است.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</w:t>
      </w:r>
      <w:r w:rsidR="00131AC4">
        <w:rPr>
          <w:rFonts w:ascii="Times New Roman" w:hAnsi="Times New Roman" w:cs="Times New Roman" w:hint="cs"/>
          <w:sz w:val="28"/>
          <w:szCs w:val="28"/>
          <w:rtl/>
          <w:lang w:bidi="fa-IR"/>
        </w:rPr>
        <w:t>زنده باد آزادی و برابری و جامعه ای انسانی!</w:t>
      </w:r>
    </w:p>
    <w:sectPr w:rsidR="00DC0F23" w:rsidRPr="00C16354" w:rsidSect="00B743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0C48"/>
    <w:rsid w:val="00131AC4"/>
    <w:rsid w:val="002E2E25"/>
    <w:rsid w:val="002E7BD2"/>
    <w:rsid w:val="0036799C"/>
    <w:rsid w:val="0046062F"/>
    <w:rsid w:val="00570C48"/>
    <w:rsid w:val="005B445E"/>
    <w:rsid w:val="005C7FED"/>
    <w:rsid w:val="005D73C5"/>
    <w:rsid w:val="00692EEE"/>
    <w:rsid w:val="007554BF"/>
    <w:rsid w:val="007A3891"/>
    <w:rsid w:val="00804584"/>
    <w:rsid w:val="00907E4C"/>
    <w:rsid w:val="00A026D1"/>
    <w:rsid w:val="00A41211"/>
    <w:rsid w:val="00B115A6"/>
    <w:rsid w:val="00B743D2"/>
    <w:rsid w:val="00C15BDF"/>
    <w:rsid w:val="00C16354"/>
    <w:rsid w:val="00C73020"/>
    <w:rsid w:val="00DC0F23"/>
    <w:rsid w:val="00E93FED"/>
    <w:rsid w:val="00EB1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3D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mbi\Desktop\WO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109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bambi</dc:creator>
  <cp:lastModifiedBy>john</cp:lastModifiedBy>
  <cp:revision>13</cp:revision>
  <dcterms:created xsi:type="dcterms:W3CDTF">2015-02-11T11:52:00Z</dcterms:created>
  <dcterms:modified xsi:type="dcterms:W3CDTF">2015-02-13T10:31:00Z</dcterms:modified>
</cp:coreProperties>
</file>