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04E" w:rsidRDefault="00F6404E" w:rsidP="00244762">
      <w:pPr>
        <w:bidi/>
        <w:spacing w:after="0"/>
        <w:rPr>
          <w:rFonts w:ascii="Times New Roman" w:hAnsi="Times New Roman" w:cs="Times New Roman"/>
          <w:b/>
          <w:bCs/>
          <w:sz w:val="28"/>
          <w:szCs w:val="28"/>
          <w:rtl/>
        </w:rPr>
      </w:pPr>
      <w:r>
        <w:rPr>
          <w:rFonts w:ascii="Times New Roman" w:hAnsi="Times New Roman" w:cs="Times New Roman"/>
          <w:b/>
          <w:bCs/>
          <w:sz w:val="28"/>
          <w:szCs w:val="28"/>
          <w:rtl/>
        </w:rPr>
        <w:t xml:space="preserve">انترناسيونال ٣٣٦ </w:t>
      </w:r>
    </w:p>
    <w:p w:rsidR="00F6404E" w:rsidRDefault="00F6404E" w:rsidP="00244762">
      <w:pPr>
        <w:bidi/>
        <w:spacing w:after="0"/>
        <w:rPr>
          <w:rFonts w:ascii="Times New Roman" w:hAnsi="Times New Roman" w:cs="Times New Roman"/>
          <w:b/>
          <w:bCs/>
          <w:sz w:val="28"/>
          <w:szCs w:val="28"/>
          <w:rtl/>
        </w:rPr>
      </w:pPr>
      <w:r>
        <w:rPr>
          <w:rFonts w:ascii="Times New Roman" w:hAnsi="Times New Roman" w:cs="Times New Roman"/>
          <w:b/>
          <w:bCs/>
          <w:sz w:val="28"/>
          <w:szCs w:val="28"/>
          <w:rtl/>
        </w:rPr>
        <w:t xml:space="preserve">محمد شكوهي </w:t>
      </w:r>
    </w:p>
    <w:p w:rsidR="00F6404E" w:rsidRDefault="00F6404E" w:rsidP="00244762">
      <w:pPr>
        <w:bidi/>
        <w:spacing w:after="0"/>
        <w:rPr>
          <w:rFonts w:ascii="Times New Roman" w:hAnsi="Times New Roman" w:cs="Times New Roman"/>
          <w:b/>
          <w:bCs/>
          <w:sz w:val="28"/>
          <w:szCs w:val="28"/>
          <w:rtl/>
        </w:rPr>
      </w:pPr>
      <w:r>
        <w:rPr>
          <w:rFonts w:ascii="Times New Roman" w:hAnsi="Times New Roman" w:cs="Times New Roman"/>
          <w:b/>
          <w:bCs/>
          <w:sz w:val="28"/>
          <w:szCs w:val="28"/>
          <w:rtl/>
        </w:rPr>
        <w:t>صفحه بازتاب هفته</w:t>
      </w:r>
    </w:p>
    <w:p w:rsidR="00F6404E" w:rsidRPr="00D30006" w:rsidRDefault="00F6404E" w:rsidP="00244762">
      <w:pPr>
        <w:bidi/>
        <w:spacing w:after="0"/>
        <w:jc w:val="center"/>
        <w:rPr>
          <w:rFonts w:ascii="Times New Roman" w:hAnsi="Times New Roman" w:cs="Times New Roman"/>
          <w:b/>
          <w:bCs/>
          <w:sz w:val="28"/>
          <w:szCs w:val="28"/>
          <w:rtl/>
        </w:rPr>
      </w:pPr>
      <w:r>
        <w:rPr>
          <w:rFonts w:ascii="Times New Roman" w:hAnsi="Times New Roman" w:cs="Times New Roman"/>
          <w:b/>
          <w:bCs/>
          <w:sz w:val="28"/>
          <w:szCs w:val="28"/>
          <w:rtl/>
        </w:rPr>
        <w:t xml:space="preserve">"شكوفايي اقتصادي" به شيوه جمهوري اسلامي </w:t>
      </w: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244762">
      <w:pPr>
        <w:bidi/>
        <w:spacing w:after="0"/>
        <w:jc w:val="both"/>
        <w:rPr>
          <w:rFonts w:ascii="Times New Roman" w:hAnsi="Times New Roman" w:cs="Times New Roman"/>
          <w:sz w:val="28"/>
          <w:szCs w:val="28"/>
        </w:rPr>
      </w:pPr>
      <w:r w:rsidRPr="00D30006">
        <w:rPr>
          <w:rFonts w:ascii="Times New Roman" w:hAnsi="Times New Roman" w:cs="Times New Roman"/>
          <w:sz w:val="28"/>
          <w:szCs w:val="28"/>
          <w:rtl/>
          <w:lang w:bidi="fa-IR"/>
        </w:rPr>
        <w:t xml:space="preserve">محمود احمدي نژاد رئيس جمهور مفتضح شده حكومت اسلامي در لاف و گزافهاي مضحكش </w:t>
      </w:r>
      <w:r>
        <w:rPr>
          <w:rFonts w:ascii="Times New Roman" w:hAnsi="Times New Roman" w:cs="Times New Roman"/>
          <w:sz w:val="28"/>
          <w:szCs w:val="28"/>
          <w:rtl/>
          <w:lang w:bidi="fa-IR"/>
        </w:rPr>
        <w:t xml:space="preserve">روز ٢٣ بهمن </w:t>
      </w:r>
      <w:r w:rsidRPr="00D30006">
        <w:rPr>
          <w:rFonts w:ascii="Times New Roman" w:hAnsi="Times New Roman" w:cs="Times New Roman"/>
          <w:sz w:val="28"/>
          <w:szCs w:val="28"/>
          <w:rtl/>
          <w:lang w:bidi="fa-IR"/>
        </w:rPr>
        <w:t xml:space="preserve">از </w:t>
      </w:r>
      <w:r>
        <w:rPr>
          <w:rFonts w:ascii="Times New Roman" w:hAnsi="Times New Roman" w:cs="Times New Roman"/>
          <w:sz w:val="28"/>
          <w:szCs w:val="28"/>
          <w:rtl/>
          <w:lang w:bidi="fa-IR"/>
        </w:rPr>
        <w:t>شكوفايي</w:t>
      </w:r>
      <w:r w:rsidRPr="00D30006">
        <w:rPr>
          <w:rFonts w:ascii="Times New Roman" w:hAnsi="Times New Roman" w:cs="Times New Roman"/>
          <w:sz w:val="28"/>
          <w:szCs w:val="28"/>
          <w:rtl/>
          <w:lang w:bidi="fa-IR"/>
        </w:rPr>
        <w:t xml:space="preserve"> اقتصادي ايران و صعود كردن ايران به رده هفدهم در ميان كشورهاي دنيا صحبت كرد و ادامه داد كه بزودي </w:t>
      </w:r>
      <w:r>
        <w:rPr>
          <w:rFonts w:ascii="Times New Roman" w:hAnsi="Times New Roman" w:cs="Times New Roman"/>
          <w:sz w:val="28"/>
          <w:szCs w:val="28"/>
          <w:rtl/>
          <w:lang w:bidi="fa-IR"/>
        </w:rPr>
        <w:t xml:space="preserve">از نظر اقتصادي و رفاهي </w:t>
      </w:r>
      <w:r w:rsidRPr="00D30006">
        <w:rPr>
          <w:rFonts w:ascii="Times New Roman" w:hAnsi="Times New Roman" w:cs="Times New Roman"/>
          <w:sz w:val="28"/>
          <w:szCs w:val="28"/>
          <w:rtl/>
          <w:lang w:bidi="fa-IR"/>
        </w:rPr>
        <w:t xml:space="preserve">به رده دوازدهم صعود ميكنيم! اين ادعا همانقدر مضحك و بي اساس و مسخره است كه گفتند پنجاه ميليون </w:t>
      </w:r>
      <w:r>
        <w:rPr>
          <w:rFonts w:ascii="Times New Roman" w:hAnsi="Times New Roman" w:cs="Times New Roman"/>
          <w:sz w:val="28"/>
          <w:szCs w:val="28"/>
          <w:rtl/>
          <w:lang w:bidi="fa-IR"/>
        </w:rPr>
        <w:t xml:space="preserve">نفر از طرفداران حكومت </w:t>
      </w:r>
      <w:r w:rsidRPr="00D30006">
        <w:rPr>
          <w:rFonts w:ascii="Times New Roman" w:hAnsi="Times New Roman" w:cs="Times New Roman"/>
          <w:sz w:val="28"/>
          <w:szCs w:val="28"/>
          <w:rtl/>
          <w:lang w:bidi="fa-IR"/>
        </w:rPr>
        <w:t>در ميدان آزادي تهران جمع شده بودند. يعني تمام جمعيت هفتاد ميليوني ايران منهاي سالمندان و از كار افتادگان به ميدان آزادي تهران آمده بودند</w:t>
      </w:r>
      <w:r>
        <w:rPr>
          <w:rFonts w:ascii="Times New Roman" w:hAnsi="Times New Roman" w:cs="Times New Roman"/>
          <w:sz w:val="28"/>
          <w:szCs w:val="28"/>
          <w:rtl/>
          <w:lang w:bidi="fa-IR"/>
        </w:rPr>
        <w:t xml:space="preserve"> تا به نفع رژيم شعار دهند</w:t>
      </w:r>
      <w:r w:rsidRPr="00D30006">
        <w:rPr>
          <w:rFonts w:ascii="Times New Roman" w:hAnsi="Times New Roman" w:cs="Times New Roman"/>
          <w:sz w:val="28"/>
          <w:szCs w:val="28"/>
          <w:rtl/>
          <w:lang w:bidi="fa-IR"/>
        </w:rPr>
        <w:t xml:space="preserve"> اما بيش از نصف ميدان هنوز خالي بود! بهررو بگذاريد نگاهي به وضعيت اقتصادي حكومت بيندازيم و گوشه هاي كوچكي را م</w:t>
      </w:r>
      <w:r>
        <w:rPr>
          <w:rFonts w:ascii="Times New Roman" w:hAnsi="Times New Roman" w:cs="Times New Roman"/>
          <w:sz w:val="28"/>
          <w:szCs w:val="28"/>
          <w:rtl/>
          <w:lang w:bidi="fa-IR"/>
        </w:rPr>
        <w:t>ن</w:t>
      </w:r>
      <w:r w:rsidRPr="00D30006">
        <w:rPr>
          <w:rFonts w:ascii="Times New Roman" w:hAnsi="Times New Roman" w:cs="Times New Roman"/>
          <w:sz w:val="28"/>
          <w:szCs w:val="28"/>
          <w:rtl/>
          <w:lang w:bidi="fa-IR"/>
        </w:rPr>
        <w:t xml:space="preserve">عكس كنيم. اوایل هفته ای که گذشت رئیس بانک مرکزی جمهوري اسلامي و برخی دیگر از مقامات حکومت اعلام کردند که ٨١ درصد برنامه های پیش بینی شده در برنامه ٥ ساله گذشته و طرح بودجه بندی دوره اول ریاست جمهوری احمدی نژاد متحقق نشده است. در بخش های زیر ساختی و"استراتژیک" فقط بخش مربوط به "تامین امنیت ملی" عملیاتی شده است. همزمان با این اظهارات مقامات حکومتی "کمیسیون هدفمند کردن یارانه ها" ابراز نگرانی کرده که بخش عمده جهت گیریهای دولت در پرداخت یارانه ها ،برنامه ریزی دولت برای آزاد کردن قیمت ها، برای بالا بردن مالیات ها  بویژه مالیات بر در آمد و تامین منابع درآمدهای دولت بوده و با گرانی و تورمی که بالای ٢٠ درصد می باشد، در صورت آزاد سازی قیمت ها تورم از مرز ٤٠ درصد خواهد گذشت. در این میان نگرانی های حکومت از "شورش های گرسنگان" و اوج گیری اعتراضات کارگران و بخش های کم  در آمد جامعه، بویژه با راه افتادن بحث افزایش دستمزدها و اعلام خط فقر از طرف حکومت که نزدیک به يك میلیون تومان اعلام شده، کل  حکومت و دولت و برنامه و بودجه بندی اش را عملا آچمز کرده است. در این بین موافقان و مخالفان سیاستهای اقتصاد دولتی و مدافعان بخش خصوصی  در حال چالشی بزرگ برای </w:t>
      </w:r>
      <w:r>
        <w:rPr>
          <w:rFonts w:ascii="Times New Roman" w:hAnsi="Times New Roman" w:cs="Times New Roman"/>
          <w:sz w:val="28"/>
          <w:szCs w:val="28"/>
          <w:rtl/>
          <w:lang w:bidi="fa-IR"/>
        </w:rPr>
        <w:t>خلاصي از</w:t>
      </w:r>
      <w:r w:rsidRPr="00D30006">
        <w:rPr>
          <w:rFonts w:ascii="Times New Roman" w:hAnsi="Times New Roman" w:cs="Times New Roman"/>
          <w:sz w:val="28"/>
          <w:szCs w:val="28"/>
          <w:rtl/>
          <w:lang w:bidi="fa-IR"/>
        </w:rPr>
        <w:t xml:space="preserve"> این وضعیت اقتصادی رژیم و ارائه راه حل ها برای مهار بحران اقتصادی که همراه بحران سیاسی حکومتی می باشد، بر آمده اند. بر متن اين وضعيت اقتصادي، دو هفته پیش صندوق بین المللی پول توصیه هایی به رژیم کرده و رسما خواسته است که سیاست ریاضت کشی اقتصادی و زدن از چندرقاز امکانات و مزایای بخش های کم درآمد جامعه، باز گذاشتن مزرها ورود تولیدات خارجی به داخل</w:t>
      </w:r>
      <w:r>
        <w:rPr>
          <w:rFonts w:ascii="Times New Roman" w:hAnsi="Times New Roman" w:cs="Times New Roman"/>
          <w:sz w:val="28"/>
          <w:szCs w:val="28"/>
          <w:rtl/>
          <w:lang w:bidi="fa-IR"/>
        </w:rPr>
        <w:t xml:space="preserve"> </w:t>
      </w:r>
      <w:r w:rsidRPr="00D30006">
        <w:rPr>
          <w:rFonts w:ascii="Times New Roman" w:hAnsi="Times New Roman" w:cs="Times New Roman"/>
          <w:sz w:val="28"/>
          <w:szCs w:val="28"/>
          <w:rtl/>
          <w:lang w:bidi="fa-IR"/>
        </w:rPr>
        <w:t xml:space="preserve">که نتیجه آن ایجاد "اشتعال مستقل از حکومت" می باشد را تقویت کرده و بهتر است که اقتصاد حکومت این مسیر را در پی بگیرد. در جنگ و دعواهای باندهای قدرتمند اقتصادی وابسته به حکومت با انواع کارتل های وابسته به  سپاه پاسداران؛ بنیاد شهید، کمیته امام، بنیاد خاتم الانبیا و دهها شرکت دیگر دولتی، و كل دست اندركاران اقتصاد مافیایی وابسته به دولت و ارگانهای نزدیک حاکمیت </w:t>
      </w:r>
      <w:r>
        <w:rPr>
          <w:rFonts w:ascii="Times New Roman" w:hAnsi="Times New Roman" w:cs="Times New Roman"/>
          <w:sz w:val="28"/>
          <w:szCs w:val="28"/>
          <w:rtl/>
          <w:lang w:bidi="fa-IR"/>
        </w:rPr>
        <w:t xml:space="preserve">روبرو هستيم كه </w:t>
      </w:r>
      <w:r w:rsidRPr="00D30006">
        <w:rPr>
          <w:rFonts w:ascii="Times New Roman" w:hAnsi="Times New Roman" w:cs="Times New Roman"/>
          <w:sz w:val="28"/>
          <w:szCs w:val="28"/>
          <w:rtl/>
          <w:lang w:bidi="fa-IR"/>
        </w:rPr>
        <w:t xml:space="preserve">همگی </w:t>
      </w:r>
      <w:r>
        <w:rPr>
          <w:rFonts w:ascii="Times New Roman" w:hAnsi="Times New Roman" w:cs="Times New Roman"/>
          <w:sz w:val="28"/>
          <w:szCs w:val="28"/>
          <w:rtl/>
          <w:lang w:bidi="fa-IR"/>
        </w:rPr>
        <w:t xml:space="preserve">ظاهرا </w:t>
      </w:r>
      <w:r w:rsidRPr="00D30006">
        <w:rPr>
          <w:rFonts w:ascii="Times New Roman" w:hAnsi="Times New Roman" w:cs="Times New Roman"/>
          <w:sz w:val="28"/>
          <w:szCs w:val="28"/>
          <w:rtl/>
          <w:lang w:bidi="fa-IR"/>
        </w:rPr>
        <w:t xml:space="preserve">بر سر این موضوع توافق دارند که بودجه و بودجه بندی باید در خدمت حفظ نظام بوده و اساسا جهت گیری و عملیاتی شدن برنامه های بودجه ها باید صرف این مورد بشود. </w:t>
      </w:r>
      <w:r>
        <w:rPr>
          <w:rFonts w:ascii="Times New Roman" w:hAnsi="Times New Roman" w:cs="Times New Roman"/>
          <w:sz w:val="28"/>
          <w:szCs w:val="28"/>
          <w:rtl/>
          <w:lang w:bidi="fa-IR"/>
        </w:rPr>
        <w:t xml:space="preserve">اما هركدام تلاششان اينست كه لقمه چرب تري را نصيب خود كند. </w:t>
      </w:r>
      <w:r w:rsidRPr="00D30006">
        <w:rPr>
          <w:rFonts w:ascii="Times New Roman" w:hAnsi="Times New Roman" w:cs="Times New Roman"/>
          <w:sz w:val="28"/>
          <w:szCs w:val="28"/>
          <w:rtl/>
          <w:lang w:bidi="fa-IR"/>
        </w:rPr>
        <w:t xml:space="preserve">باندهای </w:t>
      </w:r>
      <w:r>
        <w:rPr>
          <w:rFonts w:ascii="Times New Roman" w:hAnsi="Times New Roman" w:cs="Times New Roman"/>
          <w:sz w:val="28"/>
          <w:szCs w:val="28"/>
          <w:rtl/>
          <w:lang w:bidi="fa-IR"/>
        </w:rPr>
        <w:t xml:space="preserve">رده بالاي </w:t>
      </w:r>
      <w:r w:rsidRPr="00D30006">
        <w:rPr>
          <w:rFonts w:ascii="Times New Roman" w:hAnsi="Times New Roman" w:cs="Times New Roman"/>
          <w:sz w:val="28"/>
          <w:szCs w:val="28"/>
          <w:rtl/>
          <w:lang w:bidi="fa-IR"/>
        </w:rPr>
        <w:t xml:space="preserve">حکومتی </w:t>
      </w:r>
      <w:r>
        <w:rPr>
          <w:rFonts w:ascii="Times New Roman" w:hAnsi="Times New Roman" w:cs="Times New Roman"/>
          <w:sz w:val="28"/>
          <w:szCs w:val="28"/>
          <w:rtl/>
          <w:lang w:bidi="fa-IR"/>
        </w:rPr>
        <w:t xml:space="preserve">نيز </w:t>
      </w:r>
      <w:r w:rsidRPr="00D30006">
        <w:rPr>
          <w:rFonts w:ascii="Times New Roman" w:hAnsi="Times New Roman" w:cs="Times New Roman"/>
          <w:sz w:val="28"/>
          <w:szCs w:val="28"/>
          <w:rtl/>
          <w:lang w:bidi="fa-IR"/>
        </w:rPr>
        <w:t>خواهان افزایش بودجه برای موارد امنيتي و دفاعي بوده و بقیه موارد بودجه از نظر ایشان بی اهمیت می باشد. بی دليل نیست که نزدیک به نصف بودجه صرف</w:t>
      </w:r>
      <w:r>
        <w:rPr>
          <w:rFonts w:ascii="Times New Roman" w:hAnsi="Times New Roman" w:cs="Times New Roman"/>
          <w:sz w:val="28"/>
          <w:szCs w:val="28"/>
          <w:rtl/>
          <w:lang w:bidi="fa-IR"/>
        </w:rPr>
        <w:t xml:space="preserve"> </w:t>
      </w:r>
      <w:r w:rsidRPr="00D30006">
        <w:rPr>
          <w:rFonts w:ascii="Times New Roman" w:hAnsi="Times New Roman" w:cs="Times New Roman"/>
          <w:sz w:val="28"/>
          <w:szCs w:val="28"/>
          <w:rtl/>
          <w:lang w:bidi="fa-IR"/>
        </w:rPr>
        <w:t xml:space="preserve">"تامین امنیت رژیم" می شود. و کسی نق نمی زند! </w:t>
      </w:r>
      <w:r>
        <w:rPr>
          <w:rFonts w:ascii="Times New Roman" w:hAnsi="Times New Roman" w:cs="Times New Roman"/>
          <w:sz w:val="28"/>
          <w:szCs w:val="28"/>
          <w:rtl/>
          <w:lang w:bidi="fa-IR"/>
        </w:rPr>
        <w:t xml:space="preserve">از سوي ديگر </w:t>
      </w:r>
      <w:r w:rsidRPr="00D30006">
        <w:rPr>
          <w:rFonts w:ascii="Times New Roman" w:hAnsi="Times New Roman" w:cs="Times New Roman"/>
          <w:sz w:val="28"/>
          <w:szCs w:val="28"/>
          <w:rtl/>
          <w:lang w:bidi="fa-IR"/>
        </w:rPr>
        <w:t xml:space="preserve">بخش خصوصی و هواداران اقتصاد باز و امروزی که همیشه پا به پای سیاستهای اقتصاد اسلامی رژیم و در کنار و سایه آن در طول ٣ دهه گذشته جلو آمده و رشد کرده، خواهان "آزادی اقتصادی"، </w:t>
      </w:r>
      <w:r>
        <w:rPr>
          <w:rFonts w:ascii="Times New Roman" w:hAnsi="Times New Roman" w:cs="Times New Roman"/>
          <w:sz w:val="28"/>
          <w:szCs w:val="28"/>
          <w:rtl/>
          <w:lang w:bidi="fa-IR"/>
        </w:rPr>
        <w:t>"</w:t>
      </w:r>
      <w:r w:rsidRPr="00D30006">
        <w:rPr>
          <w:rFonts w:ascii="Times New Roman" w:hAnsi="Times New Roman" w:cs="Times New Roman"/>
          <w:sz w:val="28"/>
          <w:szCs w:val="28"/>
          <w:rtl/>
          <w:lang w:bidi="fa-IR"/>
        </w:rPr>
        <w:t>البته نه از نوع نئولیبرالیسم و بازار آزاد غربی، بلکه منطبق کردن اقتصادیات اسلامی حکومت با این جهت گیری جهانی</w:t>
      </w:r>
      <w:r>
        <w:rPr>
          <w:rFonts w:ascii="Times New Roman" w:hAnsi="Times New Roman" w:cs="Times New Roman"/>
          <w:sz w:val="28"/>
          <w:szCs w:val="28"/>
          <w:rtl/>
          <w:lang w:bidi="fa-IR"/>
        </w:rPr>
        <w:t>"</w:t>
      </w:r>
      <w:r w:rsidRPr="00D30006">
        <w:rPr>
          <w:rFonts w:ascii="Times New Roman" w:hAnsi="Times New Roman" w:cs="Times New Roman"/>
          <w:sz w:val="28"/>
          <w:szCs w:val="28"/>
          <w:rtl/>
          <w:lang w:bidi="fa-IR"/>
        </w:rPr>
        <w:t xml:space="preserve"> می باشند. کشمکش </w:t>
      </w:r>
      <w:r>
        <w:rPr>
          <w:rFonts w:ascii="Times New Roman" w:hAnsi="Times New Roman" w:cs="Times New Roman"/>
          <w:sz w:val="28"/>
          <w:szCs w:val="28"/>
          <w:rtl/>
          <w:lang w:bidi="fa-IR"/>
        </w:rPr>
        <w:t xml:space="preserve">حادي در اين راستا در جريان است. افت شديد توليد و تعطيلي بسياري از كارخانه ها، تورم فزاينده كه با طرح "هدفمند كردن يارانه ها" جهشي دارد رشد ميكند، عدم قدرت رقابت و دركل يك در هم ريختگي تمام عيار اقتصادي آن وضعيتي است كه اقتصاد جمهوري اسلامي در آن دست و پا ميزند. قرباني مستقيم اين بلبشو نيز آشكارا كارگران و مردم محروم جامعه هستند كه در زير خط فقر دارند مچاله ميشوند. </w:t>
      </w:r>
      <w:r w:rsidRPr="00D30006">
        <w:rPr>
          <w:rFonts w:ascii="Times New Roman" w:hAnsi="Times New Roman" w:cs="Times New Roman"/>
          <w:sz w:val="28"/>
          <w:szCs w:val="28"/>
          <w:rtl/>
          <w:lang w:bidi="fa-IR"/>
        </w:rPr>
        <w:t>کارگران و مردم و اقشار کم در آمد جامعه نه فقط باید تاوان سیاستهای اسلامیزه کردن اقتصادی سرمایه داری  دولتی را بپردازند، بلکه خطر بدتر شدن اوضاع را در سایه دست بالا پیدا کردن بخش خصوصی و مدافعان بازار آزاد از نوع اسلامی را  هم متحمل بشوند. رویارویی های این دو نيروي چپاولگر و ضد کارگر زندگی و معاش میلیونها انسان کارکن را در م</w:t>
      </w:r>
      <w:r>
        <w:rPr>
          <w:rFonts w:ascii="Times New Roman" w:hAnsi="Times New Roman" w:cs="Times New Roman"/>
          <w:sz w:val="28"/>
          <w:szCs w:val="28"/>
          <w:rtl/>
          <w:lang w:bidi="fa-IR"/>
        </w:rPr>
        <w:t>عرض تهدیدهای جدی قرار داده است. تنها اميد مردم سرنگوني جمهوري اسلامي به قدرت آنقلابي است كه ميخواهد كار اين حكومت را با تمام بحرانها و دزديها و چپاولگريهايش براي هميشه تمام كند. *</w:t>
      </w: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spacing w:after="0"/>
        <w:jc w:val="both"/>
        <w:rPr>
          <w:rFonts w:ascii="Times New Roman" w:hAnsi="Times New Roman" w:cs="Times New Roman"/>
          <w:sz w:val="28"/>
          <w:szCs w:val="28"/>
        </w:rPr>
      </w:pPr>
    </w:p>
    <w:p w:rsidR="00F6404E" w:rsidRPr="00D30006" w:rsidRDefault="00F6404E" w:rsidP="00D30006">
      <w:pPr>
        <w:bidi/>
        <w:jc w:val="both"/>
        <w:rPr>
          <w:sz w:val="28"/>
          <w:szCs w:val="28"/>
        </w:rPr>
      </w:pPr>
    </w:p>
    <w:sectPr w:rsidR="00F6404E" w:rsidRPr="00D30006" w:rsidSect="00B033E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55F1"/>
    <w:rsid w:val="00002DF9"/>
    <w:rsid w:val="000A3E75"/>
    <w:rsid w:val="0014460E"/>
    <w:rsid w:val="001450D1"/>
    <w:rsid w:val="002355F1"/>
    <w:rsid w:val="00244762"/>
    <w:rsid w:val="002B51BE"/>
    <w:rsid w:val="003B43B5"/>
    <w:rsid w:val="003C5E8F"/>
    <w:rsid w:val="0046036C"/>
    <w:rsid w:val="00570C60"/>
    <w:rsid w:val="005E6A4B"/>
    <w:rsid w:val="005F3E59"/>
    <w:rsid w:val="00657270"/>
    <w:rsid w:val="006863EC"/>
    <w:rsid w:val="006A44BC"/>
    <w:rsid w:val="00886DD0"/>
    <w:rsid w:val="009251E5"/>
    <w:rsid w:val="00984AF7"/>
    <w:rsid w:val="00A031D0"/>
    <w:rsid w:val="00AE4A25"/>
    <w:rsid w:val="00B033EA"/>
    <w:rsid w:val="00B1650E"/>
    <w:rsid w:val="00B16980"/>
    <w:rsid w:val="00B72EC5"/>
    <w:rsid w:val="00B84446"/>
    <w:rsid w:val="00BE1F2C"/>
    <w:rsid w:val="00C31EC5"/>
    <w:rsid w:val="00C731AB"/>
    <w:rsid w:val="00CC1D59"/>
    <w:rsid w:val="00D30006"/>
    <w:rsid w:val="00DD7E0E"/>
    <w:rsid w:val="00E2264B"/>
    <w:rsid w:val="00E972CE"/>
    <w:rsid w:val="00ED6167"/>
    <w:rsid w:val="00F20011"/>
    <w:rsid w:val="00F6404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3EA"/>
    <w:pPr>
      <w:spacing w:after="200" w:line="276" w:lineRule="auto"/>
    </w:pPr>
    <w:rPr>
      <w:lang w:val="de-D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615</Words>
  <Characters>3511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سیاستهای اقتصادی جمهوری اسلامی :یارانه ها، بودجه بندی و کار ازران کارگران خاموش</dc:title>
  <dc:subject/>
  <dc:creator>HP</dc:creator>
  <cp:keywords/>
  <dc:description/>
  <cp:lastModifiedBy>M</cp:lastModifiedBy>
  <cp:revision>3</cp:revision>
  <dcterms:created xsi:type="dcterms:W3CDTF">2010-02-18T00:34:00Z</dcterms:created>
  <dcterms:modified xsi:type="dcterms:W3CDTF">2010-02-18T16:44:00Z</dcterms:modified>
</cp:coreProperties>
</file>