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519" w:rsidRDefault="00CD4519" w:rsidP="003D481D">
      <w:pPr>
        <w:bidi/>
        <w:rPr>
          <w:rFonts w:ascii="Times New Roman" w:hAnsi="Times New Roman" w:cs="Times New Roman"/>
          <w:b/>
          <w:bCs/>
          <w:sz w:val="28"/>
          <w:szCs w:val="28"/>
          <w:rtl/>
          <w:lang w:bidi="fa-IR"/>
        </w:rPr>
      </w:pPr>
      <w:r>
        <w:rPr>
          <w:rFonts w:ascii="Times New Roman" w:hAnsi="Times New Roman" w:cs="Times New Roman"/>
          <w:b/>
          <w:bCs/>
          <w:sz w:val="28"/>
          <w:szCs w:val="28"/>
          <w:rtl/>
          <w:lang w:bidi="fa-IR"/>
        </w:rPr>
        <w:t>انترناسيونال ٣٢٦</w:t>
      </w:r>
    </w:p>
    <w:p w:rsidR="00CD4519" w:rsidRDefault="00CD4519" w:rsidP="003D481D">
      <w:pPr>
        <w:bidi/>
        <w:rPr>
          <w:rFonts w:ascii="Times New Roman" w:hAnsi="Times New Roman" w:cs="Times New Roman"/>
          <w:b/>
          <w:bCs/>
          <w:sz w:val="28"/>
          <w:szCs w:val="28"/>
          <w:rtl/>
          <w:lang w:bidi="fa-IR"/>
        </w:rPr>
      </w:pPr>
      <w:r>
        <w:rPr>
          <w:rFonts w:ascii="Times New Roman" w:hAnsi="Times New Roman" w:cs="Times New Roman"/>
          <w:b/>
          <w:bCs/>
          <w:sz w:val="28"/>
          <w:szCs w:val="28"/>
          <w:rtl/>
          <w:lang w:bidi="fa-IR"/>
        </w:rPr>
        <w:t xml:space="preserve">سعيد پرتو </w:t>
      </w:r>
    </w:p>
    <w:p w:rsidR="00CD4519" w:rsidRDefault="00CD4519" w:rsidP="003D481D">
      <w:pPr>
        <w:bidi/>
        <w:rPr>
          <w:rFonts w:ascii="Times New Roman" w:hAnsi="Times New Roman" w:cs="Times New Roman"/>
          <w:b/>
          <w:bCs/>
          <w:sz w:val="28"/>
          <w:szCs w:val="28"/>
          <w:rtl/>
          <w:lang w:bidi="fa-IR"/>
        </w:rPr>
      </w:pPr>
      <w:r>
        <w:rPr>
          <w:rFonts w:ascii="Times New Roman" w:hAnsi="Times New Roman" w:cs="Times New Roman"/>
          <w:b/>
          <w:bCs/>
          <w:sz w:val="28"/>
          <w:szCs w:val="28"/>
          <w:rtl/>
          <w:lang w:bidi="fa-IR"/>
        </w:rPr>
        <w:t>صفحه بازتاب هفته</w:t>
      </w:r>
    </w:p>
    <w:p w:rsidR="00CD4519" w:rsidRPr="00D00A2C" w:rsidRDefault="00CD4519" w:rsidP="003D481D">
      <w:pPr>
        <w:bidi/>
        <w:jc w:val="center"/>
        <w:rPr>
          <w:rFonts w:ascii="Times New Roman" w:hAnsi="Times New Roman" w:cs="Times New Roman"/>
          <w:b/>
          <w:bCs/>
          <w:sz w:val="28"/>
          <w:szCs w:val="28"/>
          <w:rtl/>
          <w:lang w:bidi="fa-IR"/>
        </w:rPr>
      </w:pPr>
      <w:r>
        <w:rPr>
          <w:rFonts w:ascii="Times New Roman" w:hAnsi="Times New Roman" w:cs="Times New Roman"/>
          <w:b/>
          <w:bCs/>
          <w:sz w:val="28"/>
          <w:szCs w:val="28"/>
          <w:rtl/>
          <w:lang w:bidi="fa-IR"/>
        </w:rPr>
        <w:t xml:space="preserve">استفاده از </w:t>
      </w:r>
      <w:r w:rsidRPr="00D00A2C">
        <w:rPr>
          <w:rFonts w:ascii="Times New Roman" w:hAnsi="Times New Roman" w:cs="Times New Roman"/>
          <w:b/>
          <w:bCs/>
          <w:sz w:val="28"/>
          <w:szCs w:val="28"/>
          <w:rtl/>
          <w:lang w:bidi="fa-IR"/>
        </w:rPr>
        <w:t xml:space="preserve">كشفيات علمى </w:t>
      </w:r>
      <w:r>
        <w:rPr>
          <w:rFonts w:ascii="Times New Roman" w:hAnsi="Times New Roman" w:cs="Times New Roman"/>
          <w:b/>
          <w:bCs/>
          <w:sz w:val="28"/>
          <w:szCs w:val="28"/>
          <w:rtl/>
          <w:lang w:bidi="fa-IR"/>
        </w:rPr>
        <w:t xml:space="preserve">در مقابل </w:t>
      </w:r>
      <w:r w:rsidRPr="00D00A2C">
        <w:rPr>
          <w:rFonts w:ascii="Times New Roman" w:hAnsi="Times New Roman" w:cs="Times New Roman"/>
          <w:b/>
          <w:bCs/>
          <w:sz w:val="28"/>
          <w:szCs w:val="28"/>
          <w:rtl/>
          <w:lang w:bidi="fa-IR"/>
        </w:rPr>
        <w:t>انسانيت!</w:t>
      </w:r>
    </w:p>
    <w:p w:rsidR="00CD4519" w:rsidRPr="00D00A2C" w:rsidRDefault="00CD4519" w:rsidP="003D481D">
      <w:pPr>
        <w:bidi/>
        <w:jc w:val="both"/>
        <w:rPr>
          <w:rFonts w:ascii="Times New Roman" w:hAnsi="Times New Roman" w:cs="Times New Roman"/>
          <w:sz w:val="28"/>
          <w:szCs w:val="28"/>
          <w:rtl/>
          <w:lang w:bidi="fa-IR"/>
        </w:rPr>
      </w:pPr>
      <w:r w:rsidRPr="00D00A2C">
        <w:rPr>
          <w:rFonts w:ascii="Times New Roman" w:hAnsi="Times New Roman" w:cs="Times New Roman"/>
          <w:sz w:val="28"/>
          <w:szCs w:val="28"/>
          <w:rtl/>
          <w:lang w:bidi="fa-IR"/>
        </w:rPr>
        <w:t>هر روزه بدلايل متفاوت شاهد بقتل رسيدن انسانهاى بسيارى در سراسر جهان هستيم</w:t>
      </w:r>
      <w:r>
        <w:rPr>
          <w:rFonts w:ascii="Times New Roman" w:hAnsi="Times New Roman" w:cs="Times New Roman"/>
          <w:sz w:val="28"/>
          <w:szCs w:val="28"/>
          <w:rtl/>
          <w:lang w:bidi="fa-IR"/>
        </w:rPr>
        <w:t xml:space="preserve">. </w:t>
      </w:r>
      <w:r w:rsidRPr="00D00A2C">
        <w:rPr>
          <w:rFonts w:ascii="Times New Roman" w:hAnsi="Times New Roman" w:cs="Times New Roman"/>
          <w:sz w:val="28"/>
          <w:szCs w:val="28"/>
          <w:rtl/>
          <w:lang w:bidi="fa-IR"/>
        </w:rPr>
        <w:t>گرسنگي، قحطي، شكنجه، و اعدام فقط برخى از اين دلايل مى باشند۔ البته علت مرگ بر اثر بيماريهاى مختلف مخصوصا ايدز در آفريقا را نيز بايد به اين دلايل اضافه كرد چرا كه اگر شركتهاى بزرگ دارويى، در راس آنها شركتهاى دارويى آمريكايى، اجازه ورود داروهاى مشابه و ارزان قيمت به آفريقا را ميدادند، هم اكنون مرگ اين قاره را تهديد نمى كرد</w:t>
      </w:r>
      <w:r>
        <w:rPr>
          <w:rFonts w:ascii="Times New Roman" w:hAnsi="Times New Roman" w:cs="Times New Roman"/>
          <w:sz w:val="28"/>
          <w:szCs w:val="28"/>
          <w:lang w:bidi="fa-IR"/>
        </w:rPr>
        <w:t>.</w:t>
      </w:r>
      <w:r w:rsidRPr="00D00A2C">
        <w:rPr>
          <w:rFonts w:ascii="Times New Roman" w:hAnsi="Times New Roman" w:cs="Times New Roman"/>
          <w:sz w:val="28"/>
          <w:szCs w:val="28"/>
          <w:rtl/>
          <w:lang w:bidi="fa-IR"/>
        </w:rPr>
        <w:t xml:space="preserve"> بر خلاف تصور مرسوم، كشفيات علمى- پزشكى نيز هميشه در خدمت انسان و زندگى نبوده و در بسيارى مواقع  از آن در مقابل انسانيت و بر ضد زندگى انسانها نيزاستفاده مي شود. طورى كه برخى از اين كشفيات در دست قوانين ضد انسانى، دلايل وجودى خود را از دست ميدهند</w:t>
      </w:r>
      <w:r>
        <w:rPr>
          <w:rFonts w:ascii="Times New Roman" w:hAnsi="Times New Roman" w:cs="Times New Roman"/>
          <w:sz w:val="28"/>
          <w:szCs w:val="28"/>
          <w:rtl/>
          <w:lang w:bidi="fa-IR"/>
        </w:rPr>
        <w:t xml:space="preserve">. </w:t>
      </w:r>
      <w:r w:rsidRPr="00D00A2C">
        <w:rPr>
          <w:rFonts w:ascii="Times New Roman" w:hAnsi="Times New Roman" w:cs="Times New Roman"/>
          <w:sz w:val="28"/>
          <w:szCs w:val="28"/>
          <w:rtl/>
          <w:lang w:bidi="fa-IR"/>
        </w:rPr>
        <w:t>خیلی از کشفیات علمی و پزشکی که میتوانند زندگی انسان را در مقابل خطرات زیادی محافظت کنند و آرامش و امنیت به زندگی انسان به ارمغان بیاورند، معمولا در جوامعی که سود مرکز همه چیز است به چیزی در مقابل زندگی انسانی تبدیل میشوند.</w:t>
      </w:r>
    </w:p>
    <w:p w:rsidR="00CD4519" w:rsidRPr="00D00A2C" w:rsidRDefault="00CD4519" w:rsidP="003D481D">
      <w:pPr>
        <w:bidi/>
        <w:jc w:val="both"/>
        <w:rPr>
          <w:rFonts w:ascii="Times New Roman" w:hAnsi="Times New Roman" w:cs="Times New Roman"/>
          <w:sz w:val="28"/>
          <w:szCs w:val="28"/>
          <w:rtl/>
          <w:lang w:bidi="fa-IR"/>
        </w:rPr>
      </w:pPr>
      <w:r w:rsidRPr="00D00A2C">
        <w:rPr>
          <w:rFonts w:ascii="Times New Roman" w:hAnsi="Times New Roman" w:cs="Times New Roman"/>
          <w:sz w:val="28"/>
          <w:szCs w:val="28"/>
          <w:rtl/>
          <w:lang w:bidi="fa-IR"/>
        </w:rPr>
        <w:t xml:space="preserve">مقامات قضايى در ايالت اوهايوى آمريكا اظهار داشتند كه براى اولين بار يك متهم محكوم به اعدام، </w:t>
      </w:r>
      <w:r>
        <w:rPr>
          <w:rFonts w:ascii="Times New Roman" w:hAnsi="Times New Roman" w:cs="Times New Roman"/>
          <w:sz w:val="28"/>
          <w:szCs w:val="28"/>
          <w:rtl/>
          <w:lang w:bidi="fa-IR"/>
        </w:rPr>
        <w:t>"</w:t>
      </w:r>
      <w:r w:rsidRPr="00D00A2C">
        <w:rPr>
          <w:rFonts w:ascii="Times New Roman" w:hAnsi="Times New Roman" w:cs="Times New Roman"/>
          <w:sz w:val="28"/>
          <w:szCs w:val="28"/>
          <w:rtl/>
          <w:lang w:bidi="fa-IR"/>
        </w:rPr>
        <w:t>كنت بيروس</w:t>
      </w:r>
      <w:r>
        <w:rPr>
          <w:rFonts w:ascii="Times New Roman" w:hAnsi="Times New Roman" w:cs="Times New Roman"/>
          <w:sz w:val="28"/>
          <w:szCs w:val="28"/>
          <w:rtl/>
          <w:lang w:bidi="fa-IR"/>
        </w:rPr>
        <w:t>"</w:t>
      </w:r>
      <w:r w:rsidRPr="00D00A2C">
        <w:rPr>
          <w:rFonts w:ascii="Times New Roman" w:hAnsi="Times New Roman" w:cs="Times New Roman"/>
          <w:sz w:val="28"/>
          <w:szCs w:val="28"/>
          <w:rtl/>
          <w:lang w:bidi="fa-IR"/>
        </w:rPr>
        <w:t xml:space="preserve"> را با تزريق فقط يك آمپول مرگ زا، بجاى سه آمپول مرگ زا كه در ديگر ايالتهاى آمر</w:t>
      </w:r>
      <w:r>
        <w:rPr>
          <w:rFonts w:ascii="Times New Roman" w:hAnsi="Times New Roman" w:cs="Times New Roman"/>
          <w:sz w:val="28"/>
          <w:szCs w:val="28"/>
          <w:rtl/>
          <w:lang w:bidi="fa-IR"/>
        </w:rPr>
        <w:t>ي</w:t>
      </w:r>
      <w:r w:rsidRPr="00D00A2C">
        <w:rPr>
          <w:rFonts w:ascii="Times New Roman" w:hAnsi="Times New Roman" w:cs="Times New Roman"/>
          <w:sz w:val="28"/>
          <w:szCs w:val="28"/>
          <w:rtl/>
          <w:lang w:bidi="fa-IR"/>
        </w:rPr>
        <w:t>كا مرسوم است، به قتل رساندند. البته اين مسئله خالى از سر و صدا نبود، ولى نه از سر حفظ زندگى و مخالفت با اعدام. ماجرا از چند ماه پ</w:t>
      </w:r>
      <w:r>
        <w:rPr>
          <w:rFonts w:ascii="Times New Roman" w:hAnsi="Times New Roman" w:cs="Times New Roman"/>
          <w:sz w:val="28"/>
          <w:szCs w:val="28"/>
          <w:rtl/>
          <w:lang w:bidi="fa-IR"/>
        </w:rPr>
        <w:t>ي</w:t>
      </w:r>
      <w:r w:rsidRPr="00D00A2C">
        <w:rPr>
          <w:rFonts w:ascii="Times New Roman" w:hAnsi="Times New Roman" w:cs="Times New Roman"/>
          <w:sz w:val="28"/>
          <w:szCs w:val="28"/>
          <w:rtl/>
          <w:lang w:bidi="fa-IR"/>
        </w:rPr>
        <w:t>ش، يعنى از زمانى كه اعدام كنندگان يك اعدامى ديگر به نام رومل برووم، پس از دو ساعت تلاش نتوانستند تا رگ مناسبى در بدن وى براى كشتنش پ</w:t>
      </w:r>
      <w:r>
        <w:rPr>
          <w:rFonts w:ascii="Times New Roman" w:hAnsi="Times New Roman" w:cs="Times New Roman"/>
          <w:sz w:val="28"/>
          <w:szCs w:val="28"/>
          <w:rtl/>
          <w:lang w:bidi="fa-IR"/>
        </w:rPr>
        <w:t>ي</w:t>
      </w:r>
      <w:r w:rsidRPr="00D00A2C">
        <w:rPr>
          <w:rFonts w:ascii="Times New Roman" w:hAnsi="Times New Roman" w:cs="Times New Roman"/>
          <w:sz w:val="28"/>
          <w:szCs w:val="28"/>
          <w:rtl/>
          <w:lang w:bidi="fa-IR"/>
        </w:rPr>
        <w:t>دا كنند، آغاز گرديد. اين مسئله منجر به تاخير افتادن اعدام رومل برووم، و شكايت وكيل وى به دادگاه شد كه هنوز نيز در جريان است. مقامات قضايى اوهايو براى بازداشتن وكيل كنت بيروس از استناد به كيس قانونى رومل برووم، و به منظور جلوگيرى از به تاخير افتادن اعدام كنت بيروس، سريعا با "متخصصين" علم پزشكى مشورت كرده و بسرعت به كشف جديدى در مجازات اعدام دست يافتند كه همان استفاده از يك آمپول بجاى سه آمپول مرگ زا م</w:t>
      </w:r>
      <w:r>
        <w:rPr>
          <w:rFonts w:ascii="Times New Roman" w:hAnsi="Times New Roman" w:cs="Times New Roman"/>
          <w:sz w:val="28"/>
          <w:szCs w:val="28"/>
          <w:rtl/>
          <w:lang w:bidi="fa-IR"/>
        </w:rPr>
        <w:t>ي</w:t>
      </w:r>
      <w:r w:rsidRPr="00D00A2C">
        <w:rPr>
          <w:rFonts w:ascii="Times New Roman" w:hAnsi="Times New Roman" w:cs="Times New Roman"/>
          <w:sz w:val="28"/>
          <w:szCs w:val="28"/>
          <w:rtl/>
          <w:lang w:bidi="fa-IR"/>
        </w:rPr>
        <w:t>باشد. بدين ترتيب دستگاه قضايى اوهايو براى اولين بار در آمريكا از يك آمپول، بجاى سه آمپول، براى كشتن يك متهم استفاده كرد تا  وكيل كنت بيروس، و همينطور وكلاى ساير محكومين به اعدام، قادر به استناد به كيس رومل برووم نبوده و از آن در توقف و يا به تاخير انداختن اعدام ساير متهمين استفاده نكنند. اعدام كنت بيروس با روش متفاوتى از رومل برووم انجام شد و به همين دليل چون دو كيس شب</w:t>
      </w:r>
      <w:r>
        <w:rPr>
          <w:rFonts w:ascii="Times New Roman" w:hAnsi="Times New Roman" w:cs="Times New Roman"/>
          <w:sz w:val="28"/>
          <w:szCs w:val="28"/>
          <w:rtl/>
          <w:lang w:bidi="fa-IR"/>
        </w:rPr>
        <w:t>ي</w:t>
      </w:r>
      <w:r w:rsidRPr="00D00A2C">
        <w:rPr>
          <w:rFonts w:ascii="Times New Roman" w:hAnsi="Times New Roman" w:cs="Times New Roman"/>
          <w:sz w:val="28"/>
          <w:szCs w:val="28"/>
          <w:rtl/>
          <w:lang w:bidi="fa-IR"/>
        </w:rPr>
        <w:t>ه هم نبودند، طبق قانون نميتوان به آن استناد كرد. به ادعاى وكيل بيروس، در حقيقت مقامات قضايى اوهايو براى تسريع در اجراى حكم اعدام وى، و براى جلوگيرى ازبه دادگاه كشيده شدن اين كيس، و اتلاف وقت، اين كشف جديد خود را نيز حتى طبق قوانين ديگر كشفيات علمى- پزشكى، قبلا روى حيوانى آزمايش نكردند تا تاثير آن را ديده و از عواقب آن آگاهى پيدا كنند۔ مقامات قضايى اوهايو ترجيح دادند تا از بدن كنت، كه بهرحال محكوم به مرگ بوده، و همانند يك موش آزمايشگاهى راه فرارى نيز نداشته است، استفاده كرده و نتيجه را در ضمن كشته شدن كنت ببينند. با اين كشف جديد، دستگاه قضايى اوهايو، و در مقياسى بزرگتر، دستگاه قضايى آمريكا، اطمينان خاطر ميدهند كه تاخيرى  در اجراى حكم تمامى محكومين به اعدام نخواهد افتاد. تحقيق در مورد اين داروى مرگزا وكشف آن در حالى است كه لايحه بيمه درمانى رايگان براى همه، كه بسيار محدود نيز بوده و شامل همه اركان درمانى نيز نمى باشد، توسط لابييستهاى شركتهاى بزرگ بيمه و دارويى، و همينطور بسيارى از نمايندگان سناى آمريكا بلوكه شده و اجازه تصويب به آن داده نمى شود.</w:t>
      </w:r>
    </w:p>
    <w:p w:rsidR="00CD4519" w:rsidRPr="00D00A2C" w:rsidRDefault="00CD4519" w:rsidP="003D481D">
      <w:pPr>
        <w:bidi/>
        <w:jc w:val="both"/>
        <w:rPr>
          <w:rFonts w:ascii="Times New Roman" w:hAnsi="Times New Roman" w:cs="Times New Roman"/>
          <w:sz w:val="28"/>
          <w:szCs w:val="28"/>
          <w:rtl/>
          <w:lang w:bidi="fa-IR"/>
        </w:rPr>
      </w:pPr>
      <w:r w:rsidRPr="00D00A2C">
        <w:rPr>
          <w:rFonts w:ascii="Times New Roman" w:hAnsi="Times New Roman" w:cs="Times New Roman"/>
          <w:sz w:val="28"/>
          <w:szCs w:val="28"/>
          <w:rtl/>
          <w:lang w:bidi="fa-IR"/>
        </w:rPr>
        <w:t>لازم به تذكر است كه آمريكا در سال ۲۰۰۸ پس از ايران، چين، و عربستان، رتبه چهارم را در ميان كشورهاى اعدام كننده نصیب خود كرده و اوباما نيز كه ظاهرا با شعار "تغيير" به رياست جمهورى آمريكا رسيد، از هيچگونه "تغيير" ى در قانون اعدام سخنى سر نداده است.</w:t>
      </w:r>
    </w:p>
    <w:p w:rsidR="00CD4519" w:rsidRPr="00D00A2C" w:rsidRDefault="00CD4519" w:rsidP="00E511F7">
      <w:pPr>
        <w:bidi/>
        <w:jc w:val="both"/>
        <w:rPr>
          <w:rFonts w:ascii="Times New Roman" w:hAnsi="Times New Roman" w:cs="Times New Roman"/>
          <w:sz w:val="28"/>
          <w:szCs w:val="28"/>
          <w:rtl/>
          <w:lang w:bidi="fa-IR"/>
        </w:rPr>
      </w:pPr>
      <w:r w:rsidRPr="00D00A2C">
        <w:rPr>
          <w:rFonts w:ascii="Times New Roman" w:hAnsi="Times New Roman" w:cs="Times New Roman"/>
          <w:sz w:val="28"/>
          <w:szCs w:val="28"/>
          <w:rtl/>
          <w:lang w:bidi="fa-IR"/>
        </w:rPr>
        <w:t>ايالت اوهايو توانست با دستيابي به كشف جديدى در صنعت اعدام، براى اولين بار با استفاده از يك آمپول، و با "موفقيت"، يك متهم محكوم به اعدام را بدون تاخير در روز ۸ دسامبر به قتل برساند</w:t>
      </w:r>
      <w:r>
        <w:rPr>
          <w:rFonts w:ascii="Times New Roman" w:hAnsi="Times New Roman" w:cs="Times New Roman"/>
          <w:sz w:val="28"/>
          <w:szCs w:val="28"/>
          <w:rtl/>
          <w:lang w:bidi="fa-IR"/>
        </w:rPr>
        <w:t>.</w:t>
      </w:r>
      <w:r w:rsidRPr="00D00A2C">
        <w:rPr>
          <w:rFonts w:ascii="Times New Roman" w:hAnsi="Times New Roman" w:cs="Times New Roman"/>
          <w:sz w:val="28"/>
          <w:szCs w:val="28"/>
          <w:rtl/>
          <w:lang w:bidi="fa-IR"/>
        </w:rPr>
        <w:t xml:space="preserve"> اين اولين بار نيست كه دولتهاى اعدام كننده دست به اين گونه اعمال غير انسانى ميزنند</w:t>
      </w:r>
      <w:r>
        <w:rPr>
          <w:rFonts w:ascii="Times New Roman" w:hAnsi="Times New Roman" w:cs="Times New Roman"/>
          <w:sz w:val="28"/>
          <w:szCs w:val="28"/>
          <w:rtl/>
          <w:lang w:bidi="fa-IR"/>
        </w:rPr>
        <w:t>.</w:t>
      </w:r>
    </w:p>
    <w:p w:rsidR="00CD4519" w:rsidRPr="00D00A2C" w:rsidRDefault="00CD4519" w:rsidP="003D481D">
      <w:pPr>
        <w:bidi/>
        <w:jc w:val="both"/>
        <w:rPr>
          <w:rFonts w:ascii="Times New Roman" w:hAnsi="Times New Roman" w:cs="Times New Roman"/>
          <w:sz w:val="28"/>
          <w:szCs w:val="28"/>
          <w:rtl/>
          <w:lang w:bidi="fa-IR"/>
        </w:rPr>
      </w:pPr>
      <w:r w:rsidRPr="00D00A2C">
        <w:rPr>
          <w:rFonts w:ascii="Times New Roman" w:hAnsi="Times New Roman" w:cs="Times New Roman"/>
          <w:sz w:val="28"/>
          <w:szCs w:val="28"/>
          <w:rtl/>
          <w:lang w:bidi="fa-IR"/>
        </w:rPr>
        <w:t xml:space="preserve"> صنعت اعدام صنعت شناخت</w:t>
      </w:r>
      <w:r>
        <w:rPr>
          <w:rFonts w:ascii="Times New Roman" w:hAnsi="Times New Roman" w:cs="Times New Roman"/>
          <w:sz w:val="28"/>
          <w:szCs w:val="28"/>
          <w:rtl/>
          <w:lang w:bidi="fa-IR"/>
        </w:rPr>
        <w:t>ه شده اى در ميان بسيارى از رژيمه</w:t>
      </w:r>
      <w:r w:rsidRPr="00D00A2C">
        <w:rPr>
          <w:rFonts w:ascii="Times New Roman" w:hAnsi="Times New Roman" w:cs="Times New Roman"/>
          <w:sz w:val="28"/>
          <w:szCs w:val="28"/>
          <w:rtl/>
          <w:lang w:bidi="fa-IR"/>
        </w:rPr>
        <w:t xml:space="preserve">اى داراى قوانين ضد انسانى است. دستگاه قضايى در آمريكا ماه گذشته يك بيمار روانى را با وجود اثبات بيمارى وى، با توسل به غير انسانى ترين قوانين قضايى، به اتاق اعدام فرستاد. رژيم اسلامى- غير انسانى در ايران نيز همه روزه زنان و مردان، دانشجويان و حتى كودكان را با توسل به قوانين ضد انسانى و روشهاى غير انسانى خود به جوخه هاى اعدام ميسپرد. تمدن را ميبايست به اين دنياى باصطلاح متمدن بازگرداند، زندگى را بايد به اين دنياى سرشار از زندگى بازگرداند، انسانيت را بايد به دنيا بازگرداند. انسانيت را بايد در راس قوانين </w:t>
      </w:r>
      <w:r>
        <w:rPr>
          <w:rFonts w:ascii="Times New Roman" w:hAnsi="Times New Roman" w:cs="Times New Roman"/>
          <w:sz w:val="28"/>
          <w:szCs w:val="28"/>
          <w:rtl/>
          <w:lang w:bidi="fa-IR"/>
        </w:rPr>
        <w:t xml:space="preserve">قرار داد.* </w:t>
      </w:r>
    </w:p>
    <w:sectPr w:rsidR="00CD4519" w:rsidRPr="00D00A2C" w:rsidSect="003D7AE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857DB"/>
    <w:rsid w:val="000264AD"/>
    <w:rsid w:val="00030430"/>
    <w:rsid w:val="0006151E"/>
    <w:rsid w:val="00097344"/>
    <w:rsid w:val="000B2695"/>
    <w:rsid w:val="000C0121"/>
    <w:rsid w:val="000D0E3E"/>
    <w:rsid w:val="000D36FD"/>
    <w:rsid w:val="001034E6"/>
    <w:rsid w:val="00160622"/>
    <w:rsid w:val="00186619"/>
    <w:rsid w:val="001919C5"/>
    <w:rsid w:val="001A58D0"/>
    <w:rsid w:val="001C593A"/>
    <w:rsid w:val="001D09BD"/>
    <w:rsid w:val="002219B8"/>
    <w:rsid w:val="0023385C"/>
    <w:rsid w:val="002648A9"/>
    <w:rsid w:val="00273F2C"/>
    <w:rsid w:val="00283D5C"/>
    <w:rsid w:val="002C0079"/>
    <w:rsid w:val="002C6CC5"/>
    <w:rsid w:val="00306564"/>
    <w:rsid w:val="00333377"/>
    <w:rsid w:val="003627BC"/>
    <w:rsid w:val="00382AD3"/>
    <w:rsid w:val="00392958"/>
    <w:rsid w:val="003D481D"/>
    <w:rsid w:val="003D7AE0"/>
    <w:rsid w:val="003F40F2"/>
    <w:rsid w:val="003F4A5A"/>
    <w:rsid w:val="0041107F"/>
    <w:rsid w:val="004130B2"/>
    <w:rsid w:val="00445654"/>
    <w:rsid w:val="00456957"/>
    <w:rsid w:val="00461BF4"/>
    <w:rsid w:val="004626B5"/>
    <w:rsid w:val="00485F35"/>
    <w:rsid w:val="004F7622"/>
    <w:rsid w:val="005173B2"/>
    <w:rsid w:val="005756BF"/>
    <w:rsid w:val="005E598D"/>
    <w:rsid w:val="006A3EEA"/>
    <w:rsid w:val="006A5DCD"/>
    <w:rsid w:val="00725279"/>
    <w:rsid w:val="00730BE7"/>
    <w:rsid w:val="007C165D"/>
    <w:rsid w:val="007D500E"/>
    <w:rsid w:val="00827CCD"/>
    <w:rsid w:val="00835F12"/>
    <w:rsid w:val="00880147"/>
    <w:rsid w:val="008C6773"/>
    <w:rsid w:val="009149D7"/>
    <w:rsid w:val="00961E7B"/>
    <w:rsid w:val="00972486"/>
    <w:rsid w:val="009A3BD3"/>
    <w:rsid w:val="00AC0638"/>
    <w:rsid w:val="00AC7C9E"/>
    <w:rsid w:val="00AD2FEA"/>
    <w:rsid w:val="00AD7B97"/>
    <w:rsid w:val="00B310B5"/>
    <w:rsid w:val="00B32EB3"/>
    <w:rsid w:val="00B35528"/>
    <w:rsid w:val="00B5137E"/>
    <w:rsid w:val="00B53D98"/>
    <w:rsid w:val="00B75811"/>
    <w:rsid w:val="00BB02CB"/>
    <w:rsid w:val="00BB5DF2"/>
    <w:rsid w:val="00BC79F9"/>
    <w:rsid w:val="00C2408F"/>
    <w:rsid w:val="00C30D92"/>
    <w:rsid w:val="00C5255D"/>
    <w:rsid w:val="00C6774F"/>
    <w:rsid w:val="00C857DB"/>
    <w:rsid w:val="00CD4519"/>
    <w:rsid w:val="00CD4AEA"/>
    <w:rsid w:val="00D00A2C"/>
    <w:rsid w:val="00D1748B"/>
    <w:rsid w:val="00D532C5"/>
    <w:rsid w:val="00D53CDF"/>
    <w:rsid w:val="00D87AE8"/>
    <w:rsid w:val="00DB4205"/>
    <w:rsid w:val="00E04975"/>
    <w:rsid w:val="00E26AE3"/>
    <w:rsid w:val="00E31AA9"/>
    <w:rsid w:val="00E32FFC"/>
    <w:rsid w:val="00E511F7"/>
    <w:rsid w:val="00E70A7A"/>
    <w:rsid w:val="00E9401A"/>
    <w:rsid w:val="00EC7DD1"/>
    <w:rsid w:val="00F14D32"/>
    <w:rsid w:val="00F532F8"/>
    <w:rsid w:val="00F732BD"/>
    <w:rsid w:val="00FC762A"/>
    <w:rsid w:val="00FD1E87"/>
    <w:rsid w:val="00FE3979"/>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en-CA" w:eastAsia="en-C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AE0"/>
    <w:pPr>
      <w:spacing w:after="200" w:line="276" w:lineRule="auto"/>
    </w:pPr>
    <w:rPr>
      <w:lang w:val="en-GB"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2</Pages>
  <Words>629</Words>
  <Characters>3586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انترناسيونال ٣٢٦</dc:title>
  <dc:subject/>
  <dc:creator>BooBoo</dc:creator>
  <cp:keywords/>
  <dc:description/>
  <cp:lastModifiedBy>M</cp:lastModifiedBy>
  <cp:revision>3</cp:revision>
  <dcterms:created xsi:type="dcterms:W3CDTF">2009-12-09T21:19:00Z</dcterms:created>
  <dcterms:modified xsi:type="dcterms:W3CDTF">2009-12-10T16:30:00Z</dcterms:modified>
</cp:coreProperties>
</file>