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EB" w:rsidRPr="006D137E" w:rsidRDefault="00526EEB" w:rsidP="00934D11">
      <w:pPr>
        <w:jc w:val="center"/>
        <w:rPr>
          <w:sz w:val="28"/>
          <w:szCs w:val="28"/>
          <w:u w:val="single"/>
          <w:rtl/>
          <w:lang w:bidi="fa-IR"/>
        </w:rPr>
      </w:pPr>
      <w:r w:rsidRPr="006D137E">
        <w:rPr>
          <w:sz w:val="28"/>
          <w:szCs w:val="28"/>
          <w:u w:val="single"/>
          <w:rtl/>
          <w:lang w:bidi="fa-IR"/>
        </w:rPr>
        <w:t>كنفرانس سالانه اعضا</w:t>
      </w:r>
      <w:r>
        <w:rPr>
          <w:sz w:val="28"/>
          <w:szCs w:val="28"/>
          <w:u w:val="single"/>
          <w:rtl/>
          <w:lang w:bidi="fa-IR"/>
        </w:rPr>
        <w:t>ي</w:t>
      </w:r>
      <w:r w:rsidRPr="006D137E">
        <w:rPr>
          <w:sz w:val="28"/>
          <w:szCs w:val="28"/>
          <w:u w:val="single"/>
          <w:rtl/>
          <w:lang w:bidi="fa-IR"/>
        </w:rPr>
        <w:t xml:space="preserve"> حزب در غرب كانادا برگزار شد</w:t>
      </w:r>
    </w:p>
    <w:p w:rsidR="00526EEB" w:rsidRPr="006D137E" w:rsidRDefault="00526EEB">
      <w:pPr>
        <w:rPr>
          <w:sz w:val="28"/>
          <w:szCs w:val="28"/>
          <w:rtl/>
          <w:lang w:bidi="fa-IR"/>
        </w:rPr>
      </w:pPr>
    </w:p>
    <w:p w:rsidR="00526EEB" w:rsidRPr="006D137E" w:rsidRDefault="00526EEB" w:rsidP="003A4B62">
      <w:pPr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روز شنبه ٣١ اكتبر ٢٠٠٩ كنفرانس سالانه اعضا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حزب كمونيست كارگر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ايران در غرب كانادا با حضور مصطف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صابر رئيس دفتر سياس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حزب و يد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محمود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دبير تشكيلات آمريكا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شمال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در ونكور كانادا برگزار شد .</w:t>
      </w:r>
    </w:p>
    <w:p w:rsidR="00526EEB" w:rsidRPr="006D137E" w:rsidRDefault="00526EEB">
      <w:pPr>
        <w:rPr>
          <w:sz w:val="28"/>
          <w:szCs w:val="28"/>
          <w:rtl/>
          <w:lang w:bidi="fa-IR"/>
        </w:rPr>
      </w:pPr>
    </w:p>
    <w:p w:rsidR="00526EEB" w:rsidRPr="006D137E" w:rsidRDefault="00526EEB" w:rsidP="00B832B5">
      <w:pPr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در اين كنفرانس كه از ساعت ١١ صبح تا ۵ بعدازظهر جريان داشت ٣٠ تن از اعضاء و ميهمانان حزب در غرب كانادا شركت داشتند . كنفرانس با سرود انترناسيونال و يك دقيقه سكوت بياد جانباختگان را آزاد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و سوسياليسم و منصور حكمت عزيز آغاز و با سخنران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مصطف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صابر ادامه يافت . </w:t>
      </w:r>
    </w:p>
    <w:p w:rsidR="00526EEB" w:rsidRPr="006D137E" w:rsidRDefault="00526EEB" w:rsidP="003A4B62">
      <w:pPr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مصطف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صابر پس از تصوير اوضاع جار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 در ايران و تاكيد بر نقش تعين كننده جوانان در شكل ده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به آينده جامعه به تفاوتها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اين انقلاب و شرايط متحول امسال با سالها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گذشته پرداخت . و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تحولات جار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در ايران را به يك زلزله در منطقه و دنيا تشبيه كرده و اظهار داشت كه هرگونه تحولات اساس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در ايران تمام معادلات منطقه 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و جهان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را تغيير خواهد داد . مصطف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صابر آنگاه به نقش حزب و اهميت آن برا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به سرانجام رساندن انقلاب در ايران اشاره كرد . مصطفي صابر از اعضاء و فعالين حزب خواست كه به نقش و موقعيت خود در جهت ده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به انقلاب مردم در ايران واقف بوده و به همين اعتبار به فعاليتها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خود نگاه كنند . </w:t>
      </w:r>
    </w:p>
    <w:p w:rsidR="00526EEB" w:rsidRPr="006D137E" w:rsidRDefault="00526EEB" w:rsidP="00B832B5">
      <w:pPr>
        <w:rPr>
          <w:sz w:val="28"/>
          <w:szCs w:val="28"/>
          <w:rtl/>
          <w:lang w:bidi="fa-IR"/>
        </w:rPr>
      </w:pPr>
    </w:p>
    <w:p w:rsidR="00526EEB" w:rsidRPr="006D137E" w:rsidRDefault="00526EEB" w:rsidP="003A4B62">
      <w:pPr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يد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محمود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دبير تشكيلات خارج حزب در آمريكا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شمال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نيز در مورد فعاليتها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اعضاء حزب در افشاگر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از جمهور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اسلام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و ممانعت از ابراز وجود عوامل رژيم در آمريكا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شمال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و مبارزه مستمر در دفاع از حقوق مردم صحبت كرد . يد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در ادامه سخنران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خود به اهميت هماهنگ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و ايجاد روابط محكمتر تشكيلات حزب در آمريكا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شمال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پرداخت و همگان را به آمادگ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و تحرك بيشتر در دفاع از مبارزات مردم در داخل ايران پرداخت . </w:t>
      </w:r>
    </w:p>
    <w:p w:rsidR="00526EEB" w:rsidRPr="006D137E" w:rsidRDefault="00526EEB" w:rsidP="00B832B5">
      <w:pPr>
        <w:rPr>
          <w:sz w:val="28"/>
          <w:szCs w:val="28"/>
          <w:rtl/>
          <w:lang w:bidi="fa-IR"/>
        </w:rPr>
      </w:pPr>
    </w:p>
    <w:p w:rsidR="00526EEB" w:rsidRPr="006D137E" w:rsidRDefault="00526EEB" w:rsidP="003A4B62">
      <w:pPr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در اين كنفرانس ۵ تن ازفعالين اجتماعي جوان در غرب كانادا به عضويت حزب در آمده و بطور خلاصه توضيح دادند كه چرا حزب كمونيست كارگر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را برا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ادامه فعاليتها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خود انتخاب كردند . </w:t>
      </w:r>
    </w:p>
    <w:p w:rsidR="00526EEB" w:rsidRPr="006D137E" w:rsidRDefault="00526EEB" w:rsidP="00934D11">
      <w:pPr>
        <w:rPr>
          <w:sz w:val="28"/>
          <w:szCs w:val="28"/>
          <w:rtl/>
          <w:lang w:bidi="fa-IR"/>
        </w:rPr>
      </w:pPr>
    </w:p>
    <w:p w:rsidR="00526EEB" w:rsidRPr="006D137E" w:rsidRDefault="00526EEB" w:rsidP="00934D11">
      <w:pPr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ط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يك تنفس يك ساعته بعد از ظهر از شركت كنندگان پذيراي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به عمل آمد . </w:t>
      </w:r>
    </w:p>
    <w:p w:rsidR="00526EEB" w:rsidRPr="006D137E" w:rsidRDefault="00526EEB" w:rsidP="00934D11">
      <w:pPr>
        <w:rPr>
          <w:sz w:val="28"/>
          <w:szCs w:val="28"/>
          <w:rtl/>
          <w:lang w:bidi="fa-IR"/>
        </w:rPr>
      </w:pPr>
    </w:p>
    <w:p w:rsidR="00526EEB" w:rsidRPr="006D137E" w:rsidRDefault="00526EEB" w:rsidP="006C287F">
      <w:pPr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بخش بعد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كنفرانس به گزارش عملكرد واحد غرب كانادا در يكسال گذشته اختصاص داشت . عباس ماندگار دبير تشكيلات، فهيمه صادق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>، سليمان سيگارچ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>، مينا بهروز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و مسعود آذرنوش به ترتيب در ارتباط با فعاليتها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حزب از جمله برگزار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مراسم و تظاهراتها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مختلف، انتشارات و تبليغات واحد و مسايل مال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حزب گزارش داده و نظرات خود را بيان داشتند . اعضا و فعالين حزب هم نظرات و پيشنهادات خود را مطرح كردند . </w:t>
      </w:r>
    </w:p>
    <w:p w:rsidR="00526EEB" w:rsidRPr="006D137E" w:rsidRDefault="00526EEB" w:rsidP="00934D11">
      <w:pPr>
        <w:rPr>
          <w:sz w:val="28"/>
          <w:szCs w:val="28"/>
          <w:rtl/>
          <w:lang w:bidi="fa-IR"/>
        </w:rPr>
      </w:pPr>
    </w:p>
    <w:p w:rsidR="00526EEB" w:rsidRPr="006D137E" w:rsidRDefault="00526EEB" w:rsidP="003A4B62">
      <w:pPr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انتخابات اعضا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جديد كميته غرب نيز انجام شد و فهيمه صادق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، عباس ماندگار ، مينا بهروز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، سعيد رستم پور ، زانيار كاظم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، مسعود آذرنوش و پر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جاودان برا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عضويت در كميته غرب كانادا انتخاب شدند . قرار بر اين است كه يك نماينده از ادمونتون و يك نماينده از سياتل هم در كميته غرب كانادا عضويت داشته باشند . </w:t>
      </w:r>
    </w:p>
    <w:p w:rsidR="00526EEB" w:rsidRPr="006D137E" w:rsidRDefault="00526EEB" w:rsidP="00934D11">
      <w:pPr>
        <w:rPr>
          <w:sz w:val="28"/>
          <w:szCs w:val="28"/>
          <w:rtl/>
          <w:lang w:bidi="fa-IR"/>
        </w:rPr>
      </w:pPr>
    </w:p>
    <w:p w:rsidR="00526EEB" w:rsidRPr="006D137E" w:rsidRDefault="00526EEB" w:rsidP="00934D11">
      <w:pPr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قبل از پايان كنفرانس ارژنگ سپاسي در مورد فعاليتها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ايران سوليداريت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ونكور و برنامه ها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آتي آن مفصلا صحبت كرده و سازمانده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تشكيلات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و تقسيم كار آن را سر و سامان داد. كميته غرب كانادا در اولين نشست خود فهيمه صادق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را بعنوان دبير و مينا بهروز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را بعنوان خزانه دار كميته انتخاب كرد . </w:t>
      </w:r>
    </w:p>
    <w:p w:rsidR="00526EEB" w:rsidRPr="006D137E" w:rsidRDefault="00526EEB" w:rsidP="00934D11">
      <w:pPr>
        <w:rPr>
          <w:sz w:val="28"/>
          <w:szCs w:val="28"/>
          <w:rtl/>
          <w:lang w:bidi="fa-IR"/>
        </w:rPr>
      </w:pPr>
    </w:p>
    <w:p w:rsidR="00526EEB" w:rsidRPr="006D137E" w:rsidRDefault="00526EEB" w:rsidP="00934D11">
      <w:pPr>
        <w:jc w:val="center"/>
        <w:rPr>
          <w:sz w:val="28"/>
          <w:szCs w:val="28"/>
          <w:rtl/>
          <w:lang w:bidi="fa-IR"/>
        </w:rPr>
      </w:pPr>
      <w:r w:rsidRPr="006D137E">
        <w:rPr>
          <w:sz w:val="28"/>
          <w:szCs w:val="28"/>
          <w:rtl/>
          <w:lang w:bidi="fa-IR"/>
        </w:rPr>
        <w:t>تشكيلات خارج حزب كمونيست كارگر</w:t>
      </w:r>
      <w:r>
        <w:rPr>
          <w:sz w:val="28"/>
          <w:szCs w:val="28"/>
          <w:rtl/>
          <w:lang w:bidi="fa-IR"/>
        </w:rPr>
        <w:t>ي</w:t>
      </w:r>
      <w:r w:rsidRPr="006D137E">
        <w:rPr>
          <w:sz w:val="28"/>
          <w:szCs w:val="28"/>
          <w:rtl/>
          <w:lang w:bidi="fa-IR"/>
        </w:rPr>
        <w:t xml:space="preserve"> ايران – غرب كانادا</w:t>
      </w:r>
    </w:p>
    <w:p w:rsidR="00526EEB" w:rsidRPr="006D137E" w:rsidRDefault="00526EEB" w:rsidP="00934D11">
      <w:pPr>
        <w:jc w:val="center"/>
        <w:rPr>
          <w:sz w:val="28"/>
          <w:szCs w:val="28"/>
          <w:lang w:bidi="fa-IR"/>
        </w:rPr>
      </w:pPr>
      <w:r w:rsidRPr="006D137E">
        <w:rPr>
          <w:sz w:val="28"/>
          <w:szCs w:val="28"/>
          <w:rtl/>
          <w:lang w:bidi="fa-IR"/>
        </w:rPr>
        <w:t>١ نوامبر ٢٠٠٩</w:t>
      </w:r>
    </w:p>
    <w:sectPr w:rsidR="00526EEB" w:rsidRPr="006D137E" w:rsidSect="008F2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2B5"/>
    <w:rsid w:val="00167D1B"/>
    <w:rsid w:val="001E08C9"/>
    <w:rsid w:val="00292B9B"/>
    <w:rsid w:val="00357F4F"/>
    <w:rsid w:val="003A4180"/>
    <w:rsid w:val="003A4B62"/>
    <w:rsid w:val="003E6AA5"/>
    <w:rsid w:val="00400822"/>
    <w:rsid w:val="00415900"/>
    <w:rsid w:val="00416897"/>
    <w:rsid w:val="0041733F"/>
    <w:rsid w:val="00454D0C"/>
    <w:rsid w:val="004A3928"/>
    <w:rsid w:val="004A5A02"/>
    <w:rsid w:val="00526EEB"/>
    <w:rsid w:val="005355DE"/>
    <w:rsid w:val="00571EF7"/>
    <w:rsid w:val="005E3F3D"/>
    <w:rsid w:val="005E3F63"/>
    <w:rsid w:val="00600F84"/>
    <w:rsid w:val="006374E9"/>
    <w:rsid w:val="006C0A0C"/>
    <w:rsid w:val="006C287F"/>
    <w:rsid w:val="006D137E"/>
    <w:rsid w:val="006E5363"/>
    <w:rsid w:val="007038E1"/>
    <w:rsid w:val="00735F8C"/>
    <w:rsid w:val="00744AC6"/>
    <w:rsid w:val="00794ED4"/>
    <w:rsid w:val="00811FEE"/>
    <w:rsid w:val="008F2241"/>
    <w:rsid w:val="008F4ACC"/>
    <w:rsid w:val="00934D11"/>
    <w:rsid w:val="00A20FE9"/>
    <w:rsid w:val="00A84CB5"/>
    <w:rsid w:val="00AA5716"/>
    <w:rsid w:val="00AE1276"/>
    <w:rsid w:val="00B27A0B"/>
    <w:rsid w:val="00B42B87"/>
    <w:rsid w:val="00B832B5"/>
    <w:rsid w:val="00BD14CD"/>
    <w:rsid w:val="00C758D3"/>
    <w:rsid w:val="00CA2F3D"/>
    <w:rsid w:val="00D11CE2"/>
    <w:rsid w:val="00D46B8D"/>
    <w:rsid w:val="00D674BE"/>
    <w:rsid w:val="00D72D4D"/>
    <w:rsid w:val="00E544F5"/>
    <w:rsid w:val="00E729C9"/>
    <w:rsid w:val="00E873C2"/>
    <w:rsid w:val="00F06A59"/>
    <w:rsid w:val="00F254B4"/>
    <w:rsid w:val="00FB0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180"/>
    <w:pPr>
      <w:bidi/>
      <w:jc w:val="both"/>
    </w:pPr>
    <w:rPr>
      <w:color w:val="000000"/>
      <w:kern w:val="28"/>
      <w:sz w:val="18"/>
      <w:szCs w:val="24"/>
      <w:lang w:eastAsia="sv-S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41590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15900"/>
    <w:rPr>
      <w:rFonts w:ascii="Cambria" w:hAnsi="Cambria" w:cs="Times New Roman"/>
      <w:b/>
      <w:bCs/>
      <w:color w:val="000000"/>
      <w:kern w:val="28"/>
      <w:sz w:val="32"/>
      <w:szCs w:val="32"/>
      <w:lang w:val="sv-SE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408</Words>
  <Characters>2330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M</cp:lastModifiedBy>
  <cp:revision>3</cp:revision>
  <dcterms:created xsi:type="dcterms:W3CDTF">2009-11-02T17:18:00Z</dcterms:created>
  <dcterms:modified xsi:type="dcterms:W3CDTF">2009-11-06T02:09:00Z</dcterms:modified>
</cp:coreProperties>
</file>